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5BBE8" w14:textId="598605AB" w:rsidR="00093666" w:rsidRPr="00292856" w:rsidRDefault="00262E08" w:rsidP="00292856">
      <w:pPr>
        <w:jc w:val="both"/>
        <w:rPr>
          <w:rFonts w:ascii="Trebuchet MS" w:hAnsi="Trebuchet MS"/>
          <w:b/>
          <w:sz w:val="22"/>
          <w:szCs w:val="22"/>
          <w:u w:val="single"/>
        </w:rPr>
      </w:pPr>
      <w:bookmarkStart w:id="0" w:name="_GoBack"/>
      <w:bookmarkEnd w:id="0"/>
      <w:r w:rsidRPr="00292856">
        <w:rPr>
          <w:rFonts w:ascii="Trebuchet MS" w:hAnsi="Trebuchet MS"/>
          <w:b/>
          <w:sz w:val="22"/>
          <w:szCs w:val="22"/>
          <w:u w:val="single"/>
        </w:rPr>
        <w:t>Lietuvos sveikatos mokslų universiteto ligoninė Kauno</w:t>
      </w:r>
      <w:r w:rsidR="003D7138" w:rsidRPr="00292856">
        <w:rPr>
          <w:rFonts w:ascii="Trebuchet MS" w:hAnsi="Trebuchet MS"/>
          <w:b/>
          <w:sz w:val="22"/>
          <w:szCs w:val="22"/>
          <w:u w:val="single"/>
        </w:rPr>
        <w:t xml:space="preserve"> klinikos</w:t>
      </w:r>
    </w:p>
    <w:p w14:paraId="46F54562" w14:textId="4A17F0DE" w:rsidR="001E65B4" w:rsidRPr="002F448D" w:rsidRDefault="00093666" w:rsidP="002F448D">
      <w:pPr>
        <w:tabs>
          <w:tab w:val="center" w:pos="2520"/>
        </w:tabs>
        <w:jc w:val="both"/>
        <w:rPr>
          <w:rFonts w:ascii="Trebuchet MS" w:hAnsi="Trebuchet MS"/>
          <w:sz w:val="18"/>
          <w:szCs w:val="18"/>
        </w:rPr>
      </w:pPr>
      <w:r w:rsidRPr="00AD06E6">
        <w:rPr>
          <w:rFonts w:ascii="Trebuchet MS" w:hAnsi="Trebuchet MS"/>
          <w:sz w:val="18"/>
          <w:szCs w:val="18"/>
        </w:rPr>
        <w:t>(Adresatas (perkančioji organizacija))</w:t>
      </w:r>
    </w:p>
    <w:p w14:paraId="4A614D6A" w14:textId="77777777" w:rsidR="00C53791" w:rsidRPr="00292856" w:rsidRDefault="00C53791" w:rsidP="00292856">
      <w:pPr>
        <w:jc w:val="center"/>
        <w:rPr>
          <w:rFonts w:ascii="Trebuchet MS" w:hAnsi="Trebuchet MS"/>
          <w:b/>
          <w:sz w:val="22"/>
          <w:szCs w:val="22"/>
        </w:rPr>
      </w:pPr>
    </w:p>
    <w:p w14:paraId="14BF89D5" w14:textId="77777777" w:rsidR="00EA285A" w:rsidRPr="00292856" w:rsidRDefault="00EA285A" w:rsidP="00292856">
      <w:pPr>
        <w:jc w:val="center"/>
        <w:rPr>
          <w:rFonts w:ascii="Trebuchet MS" w:hAnsi="Trebuchet MS"/>
          <w:b/>
          <w:sz w:val="22"/>
          <w:szCs w:val="22"/>
        </w:rPr>
      </w:pPr>
      <w:r w:rsidRPr="00292856">
        <w:rPr>
          <w:rFonts w:ascii="Trebuchet MS" w:hAnsi="Trebuchet MS"/>
          <w:b/>
          <w:sz w:val="22"/>
          <w:szCs w:val="22"/>
        </w:rPr>
        <w:t>PASIŪLYMAS</w:t>
      </w:r>
    </w:p>
    <w:p w14:paraId="13175C37" w14:textId="77777777" w:rsidR="00EA285A" w:rsidRPr="00292856" w:rsidRDefault="00EA285A" w:rsidP="00292856">
      <w:pPr>
        <w:jc w:val="center"/>
        <w:rPr>
          <w:rFonts w:ascii="Trebuchet MS" w:hAnsi="Trebuchet MS"/>
          <w:b/>
          <w:sz w:val="22"/>
          <w:szCs w:val="22"/>
        </w:rPr>
      </w:pPr>
    </w:p>
    <w:p w14:paraId="0EE3CACC" w14:textId="0239676D" w:rsidR="001E65B4" w:rsidRPr="00292856" w:rsidRDefault="00EA285A" w:rsidP="00292856">
      <w:pPr>
        <w:shd w:val="clear" w:color="auto" w:fill="FFFFFF"/>
        <w:jc w:val="center"/>
        <w:rPr>
          <w:rFonts w:ascii="Trebuchet MS" w:hAnsi="Trebuchet MS"/>
          <w:b/>
          <w:bCs/>
          <w:sz w:val="22"/>
          <w:szCs w:val="22"/>
        </w:rPr>
      </w:pPr>
      <w:r w:rsidRPr="00292856">
        <w:rPr>
          <w:rFonts w:ascii="Trebuchet MS" w:hAnsi="Trebuchet MS"/>
          <w:b/>
          <w:bCs/>
          <w:sz w:val="22"/>
          <w:szCs w:val="22"/>
        </w:rPr>
        <w:t>DĖL CIKLOTRONO IR JAM ĮVEIKLINTI REIKALINGOS ĮRANGOS PIRKIMO</w:t>
      </w:r>
    </w:p>
    <w:p w14:paraId="51F6C162" w14:textId="77777777" w:rsidR="00262E08" w:rsidRPr="00292856" w:rsidRDefault="00262E08" w:rsidP="00292856">
      <w:pPr>
        <w:shd w:val="clear" w:color="auto" w:fill="FFFFFF"/>
        <w:jc w:val="center"/>
        <w:rPr>
          <w:rFonts w:ascii="Trebuchet MS" w:hAnsi="Trebuchet MS"/>
          <w:sz w:val="22"/>
          <w:szCs w:val="22"/>
        </w:rPr>
      </w:pPr>
    </w:p>
    <w:p w14:paraId="36D290A5" w14:textId="2074F35C" w:rsidR="00093666" w:rsidRPr="00292856" w:rsidRDefault="00045AB4" w:rsidP="00292856">
      <w:pPr>
        <w:shd w:val="clear" w:color="auto" w:fill="FFFFFF"/>
        <w:jc w:val="center"/>
        <w:rPr>
          <w:rFonts w:ascii="Trebuchet MS" w:hAnsi="Trebuchet MS"/>
          <w:b/>
          <w:bCs/>
          <w:sz w:val="22"/>
          <w:szCs w:val="22"/>
        </w:rPr>
      </w:pPr>
      <w:r w:rsidRPr="00EF287F">
        <w:rPr>
          <w:rFonts w:ascii="Trebuchet MS" w:hAnsi="Trebuchet MS"/>
          <w:sz w:val="22"/>
          <w:szCs w:val="22"/>
          <w:u w:val="single"/>
        </w:rPr>
        <w:t>20</w:t>
      </w:r>
      <w:r w:rsidR="00241AF0" w:rsidRPr="00EF287F">
        <w:rPr>
          <w:rFonts w:ascii="Trebuchet MS" w:hAnsi="Trebuchet MS"/>
          <w:sz w:val="22"/>
          <w:szCs w:val="22"/>
          <w:u w:val="single"/>
        </w:rPr>
        <w:t>20</w:t>
      </w:r>
      <w:r w:rsidRPr="00EF287F">
        <w:rPr>
          <w:rFonts w:ascii="Trebuchet MS" w:hAnsi="Trebuchet MS"/>
          <w:sz w:val="22"/>
          <w:szCs w:val="22"/>
          <w:u w:val="single"/>
        </w:rPr>
        <w:t>-</w:t>
      </w:r>
      <w:r w:rsidR="0095335B" w:rsidRPr="00EF287F">
        <w:rPr>
          <w:rFonts w:ascii="Trebuchet MS" w:hAnsi="Trebuchet MS"/>
          <w:sz w:val="22"/>
          <w:szCs w:val="22"/>
          <w:u w:val="single"/>
        </w:rPr>
        <w:t>0</w:t>
      </w:r>
      <w:r w:rsidR="001E65B4" w:rsidRPr="00EF287F">
        <w:rPr>
          <w:rFonts w:ascii="Trebuchet MS" w:hAnsi="Trebuchet MS"/>
          <w:sz w:val="22"/>
          <w:szCs w:val="22"/>
          <w:u w:val="single"/>
        </w:rPr>
        <w:t>9</w:t>
      </w:r>
      <w:r w:rsidRPr="00EF287F">
        <w:rPr>
          <w:rFonts w:ascii="Trebuchet MS" w:hAnsi="Trebuchet MS"/>
          <w:sz w:val="22"/>
          <w:szCs w:val="22"/>
          <w:u w:val="single"/>
        </w:rPr>
        <w:t>-</w:t>
      </w:r>
      <w:r w:rsidR="00E36F7F">
        <w:rPr>
          <w:rFonts w:ascii="Trebuchet MS" w:hAnsi="Trebuchet MS"/>
          <w:sz w:val="22"/>
          <w:szCs w:val="22"/>
          <w:u w:val="single"/>
        </w:rPr>
        <w:t>23</w:t>
      </w:r>
      <w:r w:rsidR="00093666" w:rsidRPr="00EF287F">
        <w:rPr>
          <w:rFonts w:ascii="Trebuchet MS" w:hAnsi="Trebuchet MS"/>
          <w:b/>
          <w:bCs/>
          <w:sz w:val="22"/>
          <w:szCs w:val="22"/>
        </w:rPr>
        <w:t xml:space="preserve"> </w:t>
      </w:r>
      <w:r w:rsidR="00093666" w:rsidRPr="00EF287F">
        <w:rPr>
          <w:rFonts w:ascii="Trebuchet MS" w:hAnsi="Trebuchet MS"/>
          <w:sz w:val="22"/>
          <w:szCs w:val="22"/>
        </w:rPr>
        <w:t>Nr.</w:t>
      </w:r>
      <w:r w:rsidRPr="00EF287F">
        <w:rPr>
          <w:rFonts w:ascii="Trebuchet MS" w:hAnsi="Trebuchet MS"/>
          <w:sz w:val="22"/>
          <w:szCs w:val="22"/>
        </w:rPr>
        <w:t xml:space="preserve"> </w:t>
      </w:r>
      <w:r w:rsidR="002A3A5E" w:rsidRPr="00EF287F">
        <w:rPr>
          <w:rFonts w:ascii="Trebuchet MS" w:hAnsi="Trebuchet MS"/>
          <w:sz w:val="22"/>
          <w:szCs w:val="22"/>
          <w:u w:val="single"/>
        </w:rPr>
        <w:t>199</w:t>
      </w:r>
      <w:r w:rsidR="00241AF0" w:rsidRPr="00EF287F">
        <w:rPr>
          <w:rFonts w:ascii="Trebuchet MS" w:hAnsi="Trebuchet MS"/>
          <w:sz w:val="22"/>
          <w:szCs w:val="22"/>
          <w:u w:val="single"/>
        </w:rPr>
        <w:t>/20</w:t>
      </w:r>
    </w:p>
    <w:p w14:paraId="4703EBCC" w14:textId="77777777" w:rsidR="00093666" w:rsidRPr="00AD06E6" w:rsidRDefault="00093666" w:rsidP="00292856">
      <w:pPr>
        <w:shd w:val="clear" w:color="auto" w:fill="FFFFFF"/>
        <w:jc w:val="center"/>
        <w:rPr>
          <w:rFonts w:ascii="Trebuchet MS" w:hAnsi="Trebuchet MS"/>
          <w:bCs/>
          <w:sz w:val="18"/>
          <w:szCs w:val="18"/>
        </w:rPr>
      </w:pPr>
      <w:r w:rsidRPr="00AD06E6">
        <w:rPr>
          <w:rFonts w:ascii="Trebuchet MS" w:hAnsi="Trebuchet MS"/>
          <w:bCs/>
          <w:sz w:val="18"/>
          <w:szCs w:val="18"/>
        </w:rPr>
        <w:t>(Data)</w:t>
      </w:r>
    </w:p>
    <w:p w14:paraId="7C79D37D" w14:textId="7FD0DA5C" w:rsidR="00093666" w:rsidRPr="00292856" w:rsidRDefault="00045AB4" w:rsidP="00292856">
      <w:pPr>
        <w:shd w:val="clear" w:color="auto" w:fill="FFFFFF"/>
        <w:jc w:val="center"/>
        <w:rPr>
          <w:rFonts w:ascii="Trebuchet MS" w:hAnsi="Trebuchet MS"/>
          <w:bCs/>
          <w:sz w:val="22"/>
          <w:szCs w:val="22"/>
          <w:u w:val="single"/>
        </w:rPr>
      </w:pPr>
      <w:r w:rsidRPr="00292856">
        <w:rPr>
          <w:rFonts w:ascii="Trebuchet MS" w:hAnsi="Trebuchet MS"/>
          <w:bCs/>
          <w:sz w:val="22"/>
          <w:szCs w:val="22"/>
          <w:u w:val="single"/>
        </w:rPr>
        <w:t>Avižienių k.</w:t>
      </w:r>
    </w:p>
    <w:p w14:paraId="4BF5ED66" w14:textId="2E3426BD" w:rsidR="00C53791" w:rsidRPr="002F448D" w:rsidRDefault="00093666" w:rsidP="002F448D">
      <w:pPr>
        <w:shd w:val="clear" w:color="auto" w:fill="FFFFFF"/>
        <w:jc w:val="center"/>
        <w:rPr>
          <w:rFonts w:ascii="Trebuchet MS" w:hAnsi="Trebuchet MS"/>
          <w:bCs/>
          <w:sz w:val="18"/>
          <w:szCs w:val="18"/>
        </w:rPr>
      </w:pPr>
      <w:r w:rsidRPr="00AD06E6">
        <w:rPr>
          <w:rFonts w:ascii="Trebuchet MS" w:hAnsi="Trebuchet MS"/>
          <w:bCs/>
          <w:sz w:val="18"/>
          <w:szCs w:val="18"/>
        </w:rPr>
        <w:t>(</w:t>
      </w:r>
      <w:r w:rsidR="002B195C" w:rsidRPr="00AD06E6">
        <w:rPr>
          <w:rFonts w:ascii="Trebuchet MS" w:hAnsi="Trebuchet MS"/>
          <w:bCs/>
          <w:sz w:val="18"/>
          <w:szCs w:val="18"/>
        </w:rPr>
        <w:t>Sudarymo v</w:t>
      </w:r>
      <w:r w:rsidRPr="00AD06E6">
        <w:rPr>
          <w:rFonts w:ascii="Trebuchet MS" w:hAnsi="Trebuchet MS"/>
          <w:bCs/>
          <w:sz w:val="18"/>
          <w:szCs w:val="18"/>
        </w:rPr>
        <w:t>ieta)</w:t>
      </w:r>
    </w:p>
    <w:p w14:paraId="43177A27" w14:textId="6C6438EE" w:rsidR="00647A23" w:rsidRPr="00292856" w:rsidRDefault="00561CE9" w:rsidP="00292856">
      <w:pPr>
        <w:jc w:val="right"/>
        <w:rPr>
          <w:rFonts w:ascii="Trebuchet MS" w:hAnsi="Trebuchet MS"/>
          <w:sz w:val="22"/>
          <w:szCs w:val="22"/>
        </w:rPr>
      </w:pPr>
      <w:r w:rsidRPr="00292856">
        <w:rPr>
          <w:rFonts w:ascii="Trebuchet MS" w:hAnsi="Trebuchet MS"/>
          <w:sz w:val="22"/>
          <w:szCs w:val="22"/>
        </w:rPr>
        <w:t>1 lentelė</w:t>
      </w:r>
    </w:p>
    <w:p w14:paraId="5BE8EA76" w14:textId="2CA3E76E" w:rsidR="00EA285A" w:rsidRPr="00292856" w:rsidRDefault="00EA285A" w:rsidP="00292856">
      <w:pPr>
        <w:jc w:val="center"/>
        <w:rPr>
          <w:rFonts w:ascii="Trebuchet MS" w:hAnsi="Trebuchet MS"/>
          <w:b/>
          <w:sz w:val="22"/>
          <w:szCs w:val="22"/>
        </w:rPr>
      </w:pPr>
      <w:r w:rsidRPr="00292856">
        <w:rPr>
          <w:rFonts w:ascii="Trebuchet MS" w:hAnsi="Trebuchet MS"/>
          <w:b/>
          <w:sz w:val="22"/>
          <w:szCs w:val="22"/>
        </w:rPr>
        <w:t>TIEKĖJO REKVIZITAI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561CE9" w:rsidRPr="00292856" w14:paraId="35EF2D91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DB96" w14:textId="6FCF0697" w:rsidR="00093666" w:rsidRPr="00292856" w:rsidRDefault="00093666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Tiekėjo pavadinimas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A412" w14:textId="1EB6E466" w:rsidR="00093666" w:rsidRPr="00292856" w:rsidRDefault="000522F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UAB „DIAMEDICA“</w:t>
            </w:r>
          </w:p>
        </w:tc>
      </w:tr>
      <w:tr w:rsidR="00561CE9" w:rsidRPr="00292856" w14:paraId="358EC92F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E426" w14:textId="698B94F2" w:rsidR="00093666" w:rsidRPr="00292856" w:rsidRDefault="00093666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Tiekėjo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E195" w14:textId="77777777" w:rsidR="004B05DB" w:rsidRPr="00292856" w:rsidRDefault="000522F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Gėlių g. 2, Avižienių k., Vilniaus raj. sav.,</w:t>
            </w:r>
          </w:p>
          <w:p w14:paraId="174462CB" w14:textId="21C505C4" w:rsidR="00093666" w:rsidRPr="00292856" w:rsidRDefault="000522F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LT-14184 Lietuva</w:t>
            </w:r>
          </w:p>
        </w:tc>
      </w:tr>
      <w:tr w:rsidR="00561CE9" w:rsidRPr="00292856" w14:paraId="5B39C7FC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5757" w14:textId="15FC6B05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Įmonės kodas, PVM mokėtojo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EDC" w14:textId="32E41109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111768155, LT117681515</w:t>
            </w:r>
          </w:p>
        </w:tc>
      </w:tr>
      <w:tr w:rsidR="00561CE9" w:rsidRPr="00292856" w14:paraId="2AD7AD13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6620" w14:textId="1E77DB5A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9D9D" w14:textId="77777777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Luminor Bank AB</w:t>
            </w:r>
          </w:p>
          <w:p w14:paraId="28F7623C" w14:textId="77777777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Banko kodas: 21400</w:t>
            </w:r>
          </w:p>
          <w:p w14:paraId="679DC692" w14:textId="3580553D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Atsisk. sąsk.: LT492140030002131892</w:t>
            </w:r>
          </w:p>
        </w:tc>
      </w:tr>
      <w:tr w:rsidR="00561CE9" w:rsidRPr="00292856" w14:paraId="3C088294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18EC" w14:textId="77A916B2" w:rsidR="001E65B4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Įmonės vadovo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E289" w14:textId="452C985C" w:rsidR="001E65B4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Generalinis direktorius Stasys Križanauskas</w:t>
            </w:r>
          </w:p>
        </w:tc>
      </w:tr>
      <w:tr w:rsidR="00561CE9" w:rsidRPr="00292856" w14:paraId="0EEF66B8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B64A" w14:textId="38B14022" w:rsidR="00093666" w:rsidRPr="00EF287F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EF287F">
              <w:rPr>
                <w:rFonts w:ascii="Trebuchet MS" w:hAnsi="Trebuchet MS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E643" w14:textId="6A6B82B0" w:rsidR="00093666" w:rsidRPr="00EF287F" w:rsidRDefault="00266B86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EF287F">
              <w:rPr>
                <w:rFonts w:ascii="Trebuchet MS" w:hAnsi="Trebuchet MS"/>
                <w:sz w:val="22"/>
                <w:szCs w:val="22"/>
              </w:rPr>
              <w:t>Kokybės vadovė Dalia Riaubienė</w:t>
            </w:r>
          </w:p>
        </w:tc>
      </w:tr>
      <w:tr w:rsidR="00561CE9" w:rsidRPr="00292856" w14:paraId="0D0E9558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11CF" w14:textId="67CA9054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E24D" w14:textId="59C43C65" w:rsidR="00561CE9" w:rsidRPr="00292856" w:rsidRDefault="00561CE9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Vadybininkas Nerijus Dundulis</w:t>
            </w:r>
          </w:p>
        </w:tc>
      </w:tr>
      <w:tr w:rsidR="00561CE9" w:rsidRPr="00292856" w14:paraId="187F76DA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50CB" w14:textId="77777777" w:rsidR="00093666" w:rsidRPr="00292856" w:rsidRDefault="00093666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Telefono numeris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750F" w14:textId="1ADE516A" w:rsidR="00093666" w:rsidRPr="00292856" w:rsidRDefault="004013A2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8-5-2790080</w:t>
            </w:r>
          </w:p>
        </w:tc>
      </w:tr>
      <w:tr w:rsidR="00093666" w:rsidRPr="00292856" w14:paraId="74C03069" w14:textId="77777777" w:rsidTr="009112CF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1D94" w14:textId="77777777" w:rsidR="00093666" w:rsidRPr="00292856" w:rsidRDefault="00093666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84C5" w14:textId="02B90880" w:rsidR="00093666" w:rsidRPr="00292856" w:rsidRDefault="008D50AB" w:rsidP="00292856">
            <w:pPr>
              <w:rPr>
                <w:rFonts w:ascii="Trebuchet MS" w:hAnsi="Trebuchet MS"/>
                <w:sz w:val="22"/>
                <w:szCs w:val="22"/>
              </w:rPr>
            </w:pPr>
            <w:hyperlink r:id="rId7" w:history="1">
              <w:r w:rsidR="004013A2" w:rsidRPr="00292856">
                <w:rPr>
                  <w:rStyle w:val="Hyperlink"/>
                  <w:rFonts w:ascii="Trebuchet MS" w:hAnsi="Trebuchet MS"/>
                  <w:sz w:val="22"/>
                  <w:szCs w:val="22"/>
                </w:rPr>
                <w:t>konkursai@diamedica.lt</w:t>
              </w:r>
            </w:hyperlink>
          </w:p>
        </w:tc>
      </w:tr>
    </w:tbl>
    <w:p w14:paraId="0C0E2ADA" w14:textId="77777777" w:rsidR="00093666" w:rsidRPr="00292856" w:rsidRDefault="00093666" w:rsidP="00AD06E6">
      <w:pPr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3BC73137" w14:textId="77777777" w:rsidR="00292856" w:rsidRPr="00292856" w:rsidRDefault="00292856" w:rsidP="00AD06E6">
      <w:pPr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  <w:r w:rsidRPr="00292856">
        <w:rPr>
          <w:rFonts w:ascii="Trebuchet MS" w:hAnsi="Trebuchet MS"/>
          <w:sz w:val="22"/>
          <w:szCs w:val="22"/>
        </w:rPr>
        <w:t>Šiuo pasiūlymu pažymime, kad sutinkame su visomis pirkimo sąlygomis, nustatytomis:</w:t>
      </w:r>
    </w:p>
    <w:p w14:paraId="63B7EC29" w14:textId="71C3FF90" w:rsidR="00292856" w:rsidRPr="00292856" w:rsidRDefault="00292856" w:rsidP="00AD06E6">
      <w:pPr>
        <w:numPr>
          <w:ilvl w:val="0"/>
          <w:numId w:val="1"/>
        </w:numPr>
        <w:tabs>
          <w:tab w:val="clear" w:pos="1077"/>
          <w:tab w:val="num" w:pos="851"/>
        </w:tabs>
        <w:ind w:firstLine="567"/>
        <w:jc w:val="both"/>
        <w:rPr>
          <w:rFonts w:ascii="Trebuchet MS" w:hAnsi="Trebuchet MS"/>
          <w:sz w:val="22"/>
          <w:szCs w:val="22"/>
        </w:rPr>
      </w:pPr>
      <w:r w:rsidRPr="00292856">
        <w:rPr>
          <w:rFonts w:ascii="Trebuchet MS" w:hAnsi="Trebuchet MS"/>
          <w:sz w:val="22"/>
          <w:szCs w:val="22"/>
        </w:rPr>
        <w:t>atviro konkurso skelbime, paskelbtame Viešųjų pirkimų įstatymo nustatyta tvarka;</w:t>
      </w:r>
    </w:p>
    <w:p w14:paraId="21EBD14A" w14:textId="77777777" w:rsidR="00292856" w:rsidRPr="00292856" w:rsidRDefault="00292856" w:rsidP="00AD06E6">
      <w:pPr>
        <w:numPr>
          <w:ilvl w:val="0"/>
          <w:numId w:val="1"/>
        </w:numPr>
        <w:tabs>
          <w:tab w:val="clear" w:pos="1077"/>
          <w:tab w:val="num" w:pos="851"/>
        </w:tabs>
        <w:ind w:firstLine="567"/>
        <w:jc w:val="both"/>
        <w:rPr>
          <w:rFonts w:ascii="Trebuchet MS" w:hAnsi="Trebuchet MS"/>
          <w:sz w:val="22"/>
          <w:szCs w:val="22"/>
        </w:rPr>
      </w:pPr>
      <w:r w:rsidRPr="00292856">
        <w:rPr>
          <w:rFonts w:ascii="Trebuchet MS" w:hAnsi="Trebuchet MS"/>
          <w:sz w:val="22"/>
          <w:szCs w:val="22"/>
        </w:rPr>
        <w:t>kituose pirkimo dokumentuose (jų paaiškinimuose, papildymuose).</w:t>
      </w:r>
    </w:p>
    <w:p w14:paraId="3232649F" w14:textId="760739D4" w:rsidR="001E65B4" w:rsidRPr="00292856" w:rsidRDefault="00AD06E6" w:rsidP="00AD06E6">
      <w:pPr>
        <w:widowControl w:val="0"/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pacing w:val="-4"/>
          <w:sz w:val="22"/>
          <w:szCs w:val="22"/>
        </w:rPr>
        <w:t>P</w:t>
      </w:r>
      <w:r w:rsidR="00292856" w:rsidRPr="00292856">
        <w:rPr>
          <w:rFonts w:ascii="Trebuchet MS" w:hAnsi="Trebuchet MS"/>
          <w:spacing w:val="-4"/>
          <w:sz w:val="22"/>
          <w:szCs w:val="22"/>
        </w:rPr>
        <w:t>atvirtinu, kad dokumentų skaitmeninės</w:t>
      </w:r>
      <w:r w:rsidR="00292856" w:rsidRPr="00292856">
        <w:rPr>
          <w:rFonts w:ascii="Trebuchet MS" w:hAnsi="Trebuchet MS"/>
          <w:sz w:val="22"/>
          <w:szCs w:val="22"/>
        </w:rPr>
        <w:t xml:space="preserve"> kopijos ir elektroninėmis priemonėmis pateikti duomenys yra tikri.</w:t>
      </w:r>
    </w:p>
    <w:p w14:paraId="3CCB3DD4" w14:textId="5C0FC6E1" w:rsidR="00561CE9" w:rsidRPr="00292856" w:rsidRDefault="00561CE9" w:rsidP="0075761D">
      <w:pPr>
        <w:widowControl w:val="0"/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274A0196" w14:textId="78C94562" w:rsidR="00561CE9" w:rsidRPr="00292856" w:rsidRDefault="00561CE9" w:rsidP="00292856">
      <w:pPr>
        <w:jc w:val="right"/>
        <w:rPr>
          <w:rFonts w:ascii="Trebuchet MS" w:hAnsi="Trebuchet MS"/>
          <w:sz w:val="22"/>
          <w:szCs w:val="22"/>
        </w:rPr>
      </w:pPr>
      <w:r w:rsidRPr="00292856">
        <w:rPr>
          <w:rFonts w:ascii="Trebuchet MS" w:hAnsi="Trebuchet MS"/>
          <w:sz w:val="22"/>
          <w:szCs w:val="22"/>
        </w:rPr>
        <w:t>3 lentelė</w:t>
      </w:r>
    </w:p>
    <w:p w14:paraId="5D2BA351" w14:textId="77777777" w:rsidR="00561CE9" w:rsidRPr="00292856" w:rsidRDefault="00561CE9" w:rsidP="002F448D">
      <w:pPr>
        <w:pStyle w:val="Header"/>
        <w:tabs>
          <w:tab w:val="clear" w:pos="9638"/>
          <w:tab w:val="right" w:pos="9632"/>
        </w:tabs>
        <w:jc w:val="center"/>
        <w:rPr>
          <w:rFonts w:ascii="Trebuchet MS" w:hAnsi="Trebuchet MS"/>
          <w:b/>
          <w:sz w:val="22"/>
          <w:szCs w:val="22"/>
        </w:rPr>
      </w:pPr>
      <w:r w:rsidRPr="00292856">
        <w:rPr>
          <w:rFonts w:ascii="Trebuchet MS" w:hAnsi="Trebuchet MS"/>
          <w:b/>
          <w:sz w:val="22"/>
          <w:szCs w:val="22"/>
        </w:rPr>
        <w:t>PASIŪLYMO KAINA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55"/>
        <w:gridCol w:w="1843"/>
        <w:gridCol w:w="992"/>
        <w:gridCol w:w="850"/>
        <w:gridCol w:w="1701"/>
        <w:gridCol w:w="1701"/>
      </w:tblGrid>
      <w:tr w:rsidR="002F448D" w:rsidRPr="002F448D" w14:paraId="0512ED11" w14:textId="77777777" w:rsidTr="00914C47">
        <w:trPr>
          <w:trHeight w:val="647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199E" w14:textId="77777777" w:rsidR="00292856" w:rsidRPr="002F448D" w:rsidRDefault="00292856" w:rsidP="00292856">
            <w:pPr>
              <w:tabs>
                <w:tab w:val="left" w:pos="318"/>
              </w:tabs>
              <w:ind w:left="-9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b/>
                <w:sz w:val="22"/>
                <w:szCs w:val="22"/>
              </w:rPr>
              <w:t>Pirkimo dalies 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A839" w14:textId="77777777" w:rsidR="00292856" w:rsidRPr="002F448D" w:rsidRDefault="00292856" w:rsidP="0029285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b/>
                <w:iCs/>
                <w:spacing w:val="-4"/>
                <w:sz w:val="22"/>
                <w:szCs w:val="22"/>
              </w:rPr>
              <w:t>Prekės</w:t>
            </w:r>
            <w:r w:rsidRPr="002F448D">
              <w:rPr>
                <w:rFonts w:ascii="Trebuchet MS" w:hAnsi="Trebuchet MS"/>
                <w:b/>
                <w:sz w:val="22"/>
                <w:szCs w:val="22"/>
              </w:rPr>
              <w:t xml:space="preserve"> pavadinimas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8D38" w14:textId="77777777" w:rsidR="00292856" w:rsidRPr="002F448D" w:rsidRDefault="00292856" w:rsidP="0029285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b/>
                <w:sz w:val="22"/>
                <w:szCs w:val="22"/>
              </w:rPr>
              <w:t>Modelis, tipas, kataloginis numeris, gamintojo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5038" w14:textId="77777777" w:rsidR="00292856" w:rsidRPr="002F448D" w:rsidRDefault="00292856" w:rsidP="002F448D">
            <w:pPr>
              <w:tabs>
                <w:tab w:val="left" w:pos="20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b/>
                <w:sz w:val="22"/>
                <w:szCs w:val="22"/>
              </w:rPr>
              <w:t>Mato vnt.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5AFE" w14:textId="77777777" w:rsidR="00292856" w:rsidRPr="002F448D" w:rsidRDefault="00292856" w:rsidP="002F448D">
            <w:pPr>
              <w:tabs>
                <w:tab w:val="left" w:pos="20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b/>
                <w:sz w:val="22"/>
                <w:szCs w:val="22"/>
              </w:rPr>
              <w:t>Kiekis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BCA2" w14:textId="77777777" w:rsidR="00292856" w:rsidRPr="002F448D" w:rsidRDefault="00292856" w:rsidP="00292856">
            <w:pPr>
              <w:tabs>
                <w:tab w:val="left" w:pos="20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b/>
                <w:sz w:val="22"/>
                <w:szCs w:val="22"/>
              </w:rPr>
              <w:t>Viso kaina Eur be PVM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5E27" w14:textId="77777777" w:rsidR="00292856" w:rsidRPr="002F448D" w:rsidRDefault="00292856" w:rsidP="00292856">
            <w:pPr>
              <w:tabs>
                <w:tab w:val="left" w:pos="20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b/>
                <w:sz w:val="22"/>
                <w:szCs w:val="22"/>
              </w:rPr>
              <w:t>Viso kaina Eur su PVM</w:t>
            </w:r>
          </w:p>
        </w:tc>
      </w:tr>
      <w:tr w:rsidR="002F448D" w:rsidRPr="002F448D" w14:paraId="38D2B226" w14:textId="77777777" w:rsidTr="00914C47">
        <w:trPr>
          <w:trHeight w:val="21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520F" w14:textId="77777777" w:rsidR="00292856" w:rsidRPr="002F448D" w:rsidRDefault="00292856" w:rsidP="002F44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F448D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DBB8" w14:textId="77777777" w:rsidR="00292856" w:rsidRPr="002F448D" w:rsidRDefault="00292856" w:rsidP="002F448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2F448D">
              <w:rPr>
                <w:rFonts w:ascii="Trebuchet MS" w:hAnsi="Trebuchet MS"/>
                <w:sz w:val="22"/>
                <w:szCs w:val="22"/>
              </w:rPr>
              <w:t>Vidutinės energijos ciklotronas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0C9D" w14:textId="77777777" w:rsidR="00292856" w:rsidRPr="002F448D" w:rsidRDefault="00292856" w:rsidP="002F448D">
            <w:pPr>
              <w:rPr>
                <w:rFonts w:ascii="Trebuchet MS" w:hAnsi="Trebuchet MS"/>
                <w:sz w:val="20"/>
                <w:szCs w:val="20"/>
              </w:rPr>
            </w:pPr>
            <w:r w:rsidRPr="002F448D">
              <w:rPr>
                <w:rFonts w:ascii="Trebuchet MS" w:hAnsi="Trebuchet MS"/>
                <w:sz w:val="20"/>
                <w:szCs w:val="20"/>
              </w:rPr>
              <w:t>TR-19, kintamos energijos 14-19 MeV neigiamų jonų ciklotronas,</w:t>
            </w:r>
          </w:p>
          <w:p w14:paraId="516BDD18" w14:textId="77777777" w:rsidR="00292856" w:rsidRPr="002F448D" w:rsidRDefault="00292856" w:rsidP="002F448D">
            <w:pPr>
              <w:rPr>
                <w:rFonts w:ascii="Trebuchet MS" w:hAnsi="Trebuchet MS"/>
                <w:sz w:val="22"/>
                <w:szCs w:val="22"/>
              </w:rPr>
            </w:pPr>
            <w:r w:rsidRPr="002F448D">
              <w:rPr>
                <w:rFonts w:ascii="Trebuchet MS" w:hAnsi="Trebuchet MS"/>
                <w:sz w:val="20"/>
                <w:szCs w:val="20"/>
              </w:rPr>
              <w:t>Advanced Cyclotron Systems Inc. (ACSI), Kanada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B770" w14:textId="77777777" w:rsidR="00292856" w:rsidRPr="002F448D" w:rsidRDefault="00292856" w:rsidP="002F44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F448D">
              <w:rPr>
                <w:rFonts w:ascii="Trebuchet MS" w:hAnsi="Trebuchet MS"/>
                <w:sz w:val="22"/>
                <w:szCs w:val="22"/>
              </w:rPr>
              <w:t>kompl.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15BC" w14:textId="77777777" w:rsidR="00292856" w:rsidRPr="002F448D" w:rsidRDefault="00292856" w:rsidP="002F44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F448D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A32A" w14:textId="1B69E5FE" w:rsidR="00292856" w:rsidRPr="00566CED" w:rsidRDefault="00292856" w:rsidP="002F44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2</w:t>
            </w:r>
            <w:r w:rsidR="00AA5184" w:rsidRPr="00566CED">
              <w:rPr>
                <w:rFonts w:ascii="Trebuchet MS" w:hAnsi="Trebuchet MS"/>
                <w:sz w:val="22"/>
                <w:szCs w:val="22"/>
              </w:rPr>
              <w:t> </w:t>
            </w:r>
            <w:r w:rsidRPr="00566CED">
              <w:rPr>
                <w:rFonts w:ascii="Trebuchet MS" w:hAnsi="Trebuchet MS"/>
                <w:sz w:val="22"/>
                <w:szCs w:val="22"/>
              </w:rPr>
              <w:t>610</w:t>
            </w:r>
            <w:r w:rsidR="00AA5184" w:rsidRPr="00566CED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566CED">
              <w:rPr>
                <w:rFonts w:ascii="Trebuchet MS" w:hAnsi="Trebuchet MS"/>
                <w:sz w:val="22"/>
                <w:szCs w:val="22"/>
              </w:rPr>
              <w:t>000</w:t>
            </w:r>
            <w:r w:rsidR="0075761D" w:rsidRPr="00566CED">
              <w:rPr>
                <w:rFonts w:ascii="Trebuchet MS" w:hAnsi="Trebuchet MS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623E" w14:textId="6521614A" w:rsidR="00292856" w:rsidRPr="00566CED" w:rsidRDefault="00292856" w:rsidP="002F44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3</w:t>
            </w:r>
            <w:r w:rsidR="00AA5184" w:rsidRPr="00566CED">
              <w:rPr>
                <w:rFonts w:ascii="Trebuchet MS" w:hAnsi="Trebuchet MS"/>
                <w:sz w:val="22"/>
                <w:szCs w:val="22"/>
              </w:rPr>
              <w:t> </w:t>
            </w:r>
            <w:r w:rsidRPr="00566CED">
              <w:rPr>
                <w:rFonts w:ascii="Trebuchet MS" w:hAnsi="Trebuchet MS"/>
                <w:sz w:val="22"/>
                <w:szCs w:val="22"/>
              </w:rPr>
              <w:t>158</w:t>
            </w:r>
            <w:r w:rsidR="00AA5184" w:rsidRPr="00566CED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566CED">
              <w:rPr>
                <w:rFonts w:ascii="Trebuchet MS" w:hAnsi="Trebuchet MS"/>
                <w:sz w:val="22"/>
                <w:szCs w:val="22"/>
              </w:rPr>
              <w:t>100</w:t>
            </w:r>
            <w:r w:rsidR="0075761D" w:rsidRPr="00566CED">
              <w:rPr>
                <w:rFonts w:ascii="Trebuchet MS" w:hAnsi="Trebuchet MS"/>
                <w:sz w:val="22"/>
                <w:szCs w:val="22"/>
              </w:rPr>
              <w:t>,00</w:t>
            </w:r>
          </w:p>
        </w:tc>
      </w:tr>
      <w:tr w:rsidR="002F448D" w:rsidRPr="00914C47" w14:paraId="48B0027A" w14:textId="77777777" w:rsidTr="00914C47">
        <w:trPr>
          <w:trHeight w:val="218"/>
          <w:jc w:val="center"/>
        </w:trPr>
        <w:tc>
          <w:tcPr>
            <w:tcW w:w="6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3C8A" w14:textId="77777777" w:rsidR="00292856" w:rsidRPr="00914C47" w:rsidRDefault="00292856" w:rsidP="0029285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914C47">
              <w:rPr>
                <w:rFonts w:ascii="Trebuchet MS" w:hAnsi="Trebuchet MS"/>
                <w:b/>
                <w:sz w:val="22"/>
                <w:szCs w:val="22"/>
              </w:rPr>
              <w:t>Bendra 1 pirkimo dalies pasiūlymo kaina Eur: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40B8" w14:textId="78F939F8" w:rsidR="00292856" w:rsidRPr="00566CED" w:rsidRDefault="00914C47" w:rsidP="0029285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566CED">
              <w:rPr>
                <w:rFonts w:ascii="Trebuchet MS" w:hAnsi="Trebuchet MS"/>
                <w:b/>
                <w:sz w:val="22"/>
                <w:szCs w:val="22"/>
              </w:rPr>
              <w:t>2 610 000,00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8A5E" w14:textId="2728C8CB" w:rsidR="00292856" w:rsidRPr="00566CED" w:rsidRDefault="00914C47" w:rsidP="0029285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566CED">
              <w:rPr>
                <w:rFonts w:ascii="Trebuchet MS" w:hAnsi="Trebuchet MS"/>
                <w:b/>
                <w:sz w:val="22"/>
                <w:szCs w:val="22"/>
              </w:rPr>
              <w:t>3 158 100,00</w:t>
            </w:r>
          </w:p>
        </w:tc>
      </w:tr>
    </w:tbl>
    <w:p w14:paraId="26A66755" w14:textId="77777777" w:rsidR="00C53791" w:rsidRPr="00292856" w:rsidRDefault="00C53791" w:rsidP="007950FF">
      <w:pPr>
        <w:widowControl w:val="0"/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5ACB24AA" w14:textId="77777777" w:rsidR="00C53791" w:rsidRPr="00292856" w:rsidRDefault="00C53791" w:rsidP="007950FF">
      <w:pPr>
        <w:widowControl w:val="0"/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49A46141" w14:textId="5499DE7E" w:rsidR="00561CE9" w:rsidRPr="00292856" w:rsidRDefault="00561CE9" w:rsidP="0019108B">
      <w:pPr>
        <w:jc w:val="right"/>
        <w:rPr>
          <w:rFonts w:ascii="Trebuchet MS" w:hAnsi="Trebuchet MS"/>
          <w:sz w:val="22"/>
          <w:szCs w:val="22"/>
        </w:rPr>
      </w:pPr>
      <w:r w:rsidRPr="00292856">
        <w:rPr>
          <w:rFonts w:ascii="Trebuchet MS" w:hAnsi="Trebuchet MS"/>
          <w:sz w:val="22"/>
          <w:szCs w:val="22"/>
        </w:rPr>
        <w:t>4 lentelė</w:t>
      </w:r>
    </w:p>
    <w:p w14:paraId="4233C5FE" w14:textId="61D84E98" w:rsidR="00561CE9" w:rsidRPr="00292856" w:rsidRDefault="00292856" w:rsidP="00292856">
      <w:pPr>
        <w:pStyle w:val="BodyTextIndent3"/>
        <w:spacing w:after="0"/>
        <w:ind w:left="0"/>
        <w:jc w:val="center"/>
        <w:rPr>
          <w:rFonts w:ascii="Trebuchet MS" w:hAnsi="Trebuchet MS"/>
          <w:b/>
          <w:sz w:val="22"/>
          <w:szCs w:val="22"/>
        </w:rPr>
      </w:pPr>
      <w:r w:rsidRPr="00292856">
        <w:rPr>
          <w:rFonts w:ascii="Trebuchet MS" w:hAnsi="Trebuchet MS"/>
          <w:b/>
          <w:sz w:val="22"/>
          <w:szCs w:val="22"/>
        </w:rPr>
        <w:t>SIŪLOMŲ PREKIŲ CHARAKTERISTIKŲ ATITIKIMAS REIKALAUJAMOMS</w:t>
      </w:r>
    </w:p>
    <w:p w14:paraId="67D26C66" w14:textId="74183568" w:rsidR="00561CE9" w:rsidRPr="00AB43B6" w:rsidRDefault="00AB43B6" w:rsidP="00AB43B6">
      <w:pPr>
        <w:widowControl w:val="0"/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  <w:r w:rsidRPr="00AB43B6">
        <w:rPr>
          <w:rFonts w:ascii="Trebuchet MS" w:hAnsi="Trebuchet MS"/>
          <w:sz w:val="22"/>
          <w:szCs w:val="22"/>
        </w:rPr>
        <w:t>Pridedama užpildyta lentelė „</w:t>
      </w:r>
      <w:r>
        <w:rPr>
          <w:rFonts w:ascii="Trebuchet MS" w:hAnsi="Trebuchet MS"/>
          <w:sz w:val="22"/>
          <w:szCs w:val="22"/>
        </w:rPr>
        <w:t>S</w:t>
      </w:r>
      <w:r w:rsidRPr="00AB43B6">
        <w:rPr>
          <w:rFonts w:ascii="Trebuchet MS" w:hAnsi="Trebuchet MS"/>
          <w:sz w:val="22"/>
          <w:szCs w:val="22"/>
        </w:rPr>
        <w:t>iūlomų prekių charakteristikų atitikimas reikalaujamoms“ word formatu.</w:t>
      </w:r>
    </w:p>
    <w:p w14:paraId="50A9FECD" w14:textId="77777777" w:rsidR="00292856" w:rsidRPr="00AB43B6" w:rsidRDefault="00292856" w:rsidP="00AB43B6">
      <w:pPr>
        <w:widowControl w:val="0"/>
        <w:tabs>
          <w:tab w:val="left" w:pos="851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19488519" w14:textId="0E26DE63" w:rsidR="00561CE9" w:rsidRPr="00292856" w:rsidRDefault="00561CE9" w:rsidP="00292856">
      <w:pPr>
        <w:widowControl w:val="0"/>
        <w:tabs>
          <w:tab w:val="left" w:pos="567"/>
          <w:tab w:val="left" w:pos="993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54A74141" w14:textId="77777777" w:rsidR="00561CE9" w:rsidRPr="00292856" w:rsidRDefault="00561CE9" w:rsidP="00292856">
      <w:pPr>
        <w:ind w:left="7776"/>
        <w:jc w:val="right"/>
        <w:rPr>
          <w:rFonts w:ascii="Trebuchet MS" w:hAnsi="Trebuchet MS"/>
          <w:sz w:val="22"/>
          <w:szCs w:val="22"/>
        </w:rPr>
      </w:pPr>
      <w:r w:rsidRPr="00292856">
        <w:rPr>
          <w:rFonts w:ascii="Trebuchet MS" w:hAnsi="Trebuchet MS"/>
          <w:sz w:val="22"/>
          <w:szCs w:val="22"/>
        </w:rPr>
        <w:t>5 lentelė</w:t>
      </w:r>
    </w:p>
    <w:p w14:paraId="2F7F2FA9" w14:textId="77777777" w:rsidR="00561CE9" w:rsidRPr="00292856" w:rsidRDefault="00561CE9" w:rsidP="00292856">
      <w:pPr>
        <w:jc w:val="center"/>
        <w:rPr>
          <w:rFonts w:ascii="Trebuchet MS" w:hAnsi="Trebuchet MS"/>
          <w:b/>
          <w:sz w:val="22"/>
          <w:szCs w:val="22"/>
        </w:rPr>
      </w:pPr>
      <w:r w:rsidRPr="00292856">
        <w:rPr>
          <w:rFonts w:ascii="Trebuchet MS" w:hAnsi="Trebuchet MS"/>
          <w:b/>
          <w:sz w:val="22"/>
          <w:szCs w:val="22"/>
        </w:rPr>
        <w:t>PATEIKIAMŲ DOKUMENTŲ SĄRAŠAS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701"/>
        <w:gridCol w:w="3543"/>
      </w:tblGrid>
      <w:tr w:rsidR="00561CE9" w:rsidRPr="00292856" w14:paraId="14F43D90" w14:textId="77777777" w:rsidTr="00C537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E6F3" w14:textId="0D2E0506" w:rsidR="00561CE9" w:rsidRPr="00292856" w:rsidRDefault="00561CE9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Eil</w:t>
            </w:r>
            <w:r w:rsidR="00C53791" w:rsidRPr="00292856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Pr="00292856">
              <w:rPr>
                <w:rFonts w:ascii="Trebuchet MS" w:hAnsi="Trebuchet MS"/>
                <w:sz w:val="22"/>
                <w:szCs w:val="22"/>
              </w:rPr>
              <w:t>Nr.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D4E3" w14:textId="77777777" w:rsidR="00561CE9" w:rsidRPr="00292856" w:rsidRDefault="00561CE9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Pateiktų dokumentų pavadinimas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F5CA" w14:textId="77777777" w:rsidR="00561CE9" w:rsidRPr="00292856" w:rsidRDefault="00561CE9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Dokumento puslapių skaičius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FA75" w14:textId="77777777" w:rsidR="00561CE9" w:rsidRPr="00292856" w:rsidRDefault="00561CE9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Failo, kuriame yra dokumentas, pavadinimas</w:t>
            </w:r>
          </w:p>
        </w:tc>
      </w:tr>
      <w:tr w:rsidR="00561CE9" w:rsidRPr="00292856" w14:paraId="4ED32FF7" w14:textId="77777777" w:rsidTr="00C53791">
        <w:trPr>
          <w:trHeight w:val="2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75BB" w14:textId="4A20F6CC" w:rsidR="00561CE9" w:rsidRPr="00292856" w:rsidRDefault="0049049D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7E85" w14:textId="20D9ED41" w:rsidR="00561CE9" w:rsidRPr="00292856" w:rsidRDefault="0049049D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Įgaliojimas pasirašyti pasiūlymą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8A42" w14:textId="636F9CAB" w:rsidR="00561CE9" w:rsidRPr="00292856" w:rsidRDefault="0049049D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ECEE" w14:textId="021F9857" w:rsidR="00561CE9" w:rsidRPr="00292856" w:rsidRDefault="0049049D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2___Igaliojimas pasirasyti pasiulyma</w:t>
            </w:r>
          </w:p>
        </w:tc>
      </w:tr>
      <w:tr w:rsidR="00561CE9" w:rsidRPr="00292856" w14:paraId="14680EB0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F7D7" w14:textId="2ABA8119" w:rsidR="00561CE9" w:rsidRPr="00292856" w:rsidRDefault="0049049D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B62B" w14:textId="60BF4313" w:rsidR="00561CE9" w:rsidRPr="00292856" w:rsidRDefault="0049049D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EBVPD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58E7" w14:textId="6CF403CB" w:rsidR="00561CE9" w:rsidRPr="00292856" w:rsidRDefault="0049049D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21F" w14:textId="01E4FAA3" w:rsidR="00561CE9" w:rsidRPr="00292856" w:rsidRDefault="0049049D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292856">
              <w:rPr>
                <w:rFonts w:ascii="Trebuchet MS" w:hAnsi="Trebuchet MS"/>
                <w:sz w:val="22"/>
                <w:szCs w:val="22"/>
              </w:rPr>
              <w:t>3___EBVPD</w:t>
            </w:r>
          </w:p>
        </w:tc>
      </w:tr>
      <w:tr w:rsidR="00FD3DF7" w:rsidRPr="00292856" w14:paraId="612D6918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1F51" w14:textId="0BEC1259" w:rsidR="00FD3DF7" w:rsidRPr="00292856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44C3" w14:textId="35390268" w:rsidR="00FD3DF7" w:rsidRPr="00292856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</w:t>
            </w:r>
            <w:r w:rsidRPr="00AB43B6">
              <w:rPr>
                <w:rFonts w:ascii="Trebuchet MS" w:hAnsi="Trebuchet MS"/>
                <w:sz w:val="22"/>
                <w:szCs w:val="22"/>
              </w:rPr>
              <w:t>iūlomų prekių charakteristikų atitikimas reikalaujamoms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BA9E" w14:textId="5934ACB0" w:rsidR="00FD3DF7" w:rsidRPr="00292856" w:rsidRDefault="00FD3DF7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0E436E">
              <w:rPr>
                <w:rFonts w:ascii="Trebuchet MS" w:hAnsi="Trebuchet MS"/>
                <w:sz w:val="22"/>
                <w:szCs w:val="22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07B4" w14:textId="5B297348" w:rsidR="00FD3DF7" w:rsidRPr="00292856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FD3DF7">
              <w:rPr>
                <w:rFonts w:ascii="Trebuchet MS" w:hAnsi="Trebuchet MS"/>
                <w:sz w:val="22"/>
                <w:szCs w:val="22"/>
              </w:rPr>
              <w:t>4___Siulomu prekiu charakteristiku atitikimas reikalaujamoms</w:t>
            </w:r>
          </w:p>
        </w:tc>
      </w:tr>
      <w:tr w:rsidR="00FD3DF7" w:rsidRPr="00292856" w14:paraId="6F2D6F72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ECA9" w14:textId="132B4303" w:rsidR="00FD3DF7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B56" w14:textId="489E7F1D" w:rsid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Atitikties dokumentai 1 dalis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F0DA" w14:textId="48C700DB" w:rsidR="00FD3DF7" w:rsidRDefault="00FD3DF7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8DED" w14:textId="37293D1D" w:rsidR="00FD3DF7" w:rsidRP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FD3DF7">
              <w:rPr>
                <w:rFonts w:ascii="Trebuchet MS" w:hAnsi="Trebuchet MS"/>
                <w:sz w:val="22"/>
                <w:szCs w:val="22"/>
              </w:rPr>
              <w:t>5___Atitikties dokumentai 1 dalis</w:t>
            </w:r>
          </w:p>
        </w:tc>
      </w:tr>
      <w:tr w:rsidR="00FD3DF7" w:rsidRPr="00292856" w14:paraId="42DB2E7E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D09D" w14:textId="4D6BDAD8" w:rsidR="00FD3DF7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1031" w14:textId="2A1DD41E" w:rsid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Atitikties dokumentai 2 dalis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1D11" w14:textId="41A467D0" w:rsidR="00FD3DF7" w:rsidRDefault="00FD3DF7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D2FE" w14:textId="441626B3" w:rsidR="00FD3DF7" w:rsidRP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FD3DF7">
              <w:rPr>
                <w:rFonts w:ascii="Trebuchet MS" w:hAnsi="Trebuchet MS"/>
                <w:sz w:val="22"/>
                <w:szCs w:val="22"/>
              </w:rPr>
              <w:t>6___Atitikties dokumentai 2 dalis</w:t>
            </w:r>
          </w:p>
        </w:tc>
      </w:tr>
      <w:tr w:rsidR="00FD3DF7" w:rsidRPr="00292856" w14:paraId="594B47FA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2D04" w14:textId="1C79D814" w:rsidR="00FD3DF7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93B8" w14:textId="1B148C49" w:rsid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Atitiktis Nr.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EC90" w14:textId="5AE5FADE" w:rsidR="00FD3DF7" w:rsidRDefault="00FD3DF7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074F" w14:textId="30840075" w:rsidR="00FD3DF7" w:rsidRP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FD3DF7">
              <w:rPr>
                <w:rFonts w:ascii="Trebuchet MS" w:hAnsi="Trebuchet MS"/>
                <w:sz w:val="22"/>
                <w:szCs w:val="22"/>
              </w:rPr>
              <w:t>7___Atitiktis Nr. 7</w:t>
            </w:r>
          </w:p>
        </w:tc>
      </w:tr>
      <w:tr w:rsidR="00FD3DF7" w:rsidRPr="00292856" w14:paraId="563D0E60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1E80" w14:textId="3E8DB65D" w:rsidR="00FD3DF7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FB4D" w14:textId="5F4CB1B6" w:rsid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Atitiktis Nr.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9AE8" w14:textId="71EEBA62" w:rsidR="00FD3DF7" w:rsidRDefault="00FD3DF7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7945" w14:textId="3380EF74" w:rsidR="00FD3DF7" w:rsidRP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FD3DF7">
              <w:rPr>
                <w:rFonts w:ascii="Trebuchet MS" w:hAnsi="Trebuchet MS"/>
                <w:sz w:val="22"/>
                <w:szCs w:val="22"/>
              </w:rPr>
              <w:t>8___Atitiktis Nr. 9</w:t>
            </w:r>
          </w:p>
        </w:tc>
      </w:tr>
      <w:tr w:rsidR="00FD3DF7" w:rsidRPr="00292856" w14:paraId="7C58163A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DC90" w14:textId="3E4CA910" w:rsidR="00FD3DF7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4BB2" w14:textId="5B7020D7" w:rsid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Atitiktis Nr. 10,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94CD" w14:textId="22570DB2" w:rsidR="00FD3DF7" w:rsidRDefault="00FD3DF7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4B9A" w14:textId="1D247315" w:rsidR="00FD3DF7" w:rsidRP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FD3DF7">
              <w:rPr>
                <w:rFonts w:ascii="Trebuchet MS" w:hAnsi="Trebuchet MS"/>
                <w:sz w:val="22"/>
                <w:szCs w:val="22"/>
              </w:rPr>
              <w:t>9___Atitiktis Nr. 10, 11</w:t>
            </w:r>
          </w:p>
        </w:tc>
      </w:tr>
      <w:tr w:rsidR="00FD3DF7" w:rsidRPr="00292856" w14:paraId="43BC1DA8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FAA9" w14:textId="4E18658A" w:rsidR="00FD3DF7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1317" w14:textId="4A282837" w:rsid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Įgaliojimas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3032" w14:textId="019BAB5D" w:rsidR="00FD3DF7" w:rsidRDefault="00FD3DF7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DC02" w14:textId="0111B565" w:rsidR="00FD3DF7" w:rsidRPr="00FD3DF7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FD3DF7">
              <w:rPr>
                <w:rFonts w:ascii="Trebuchet MS" w:hAnsi="Trebuchet MS"/>
                <w:sz w:val="22"/>
                <w:szCs w:val="22"/>
              </w:rPr>
              <w:t>10___Igaliojimas</w:t>
            </w:r>
          </w:p>
        </w:tc>
      </w:tr>
      <w:tr w:rsidR="00FD3DF7" w:rsidRPr="00292856" w14:paraId="32BD7F67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2F43" w14:textId="38FCDBA2" w:rsidR="00FD3DF7" w:rsidRPr="00566CED" w:rsidRDefault="00FD3DF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FE2F" w14:textId="3051D3EA" w:rsidR="00FD3DF7" w:rsidRPr="00566CED" w:rsidRDefault="00FD3DF7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Pasiūlymo galiojimo užtikrinimas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3554" w14:textId="11F8B22F" w:rsidR="00FD3DF7" w:rsidRPr="00566CED" w:rsidRDefault="00566CED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B2B4" w14:textId="42C17029" w:rsidR="00FD3DF7" w:rsidRPr="00FD3DF7" w:rsidRDefault="00566CED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11_Pasiūlymo galiojimo užtikrinimas</w:t>
            </w:r>
          </w:p>
        </w:tc>
      </w:tr>
      <w:tr w:rsidR="00566CED" w:rsidRPr="00292856" w14:paraId="78DE0457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CEC0" w14:textId="3F36E6D6" w:rsidR="00566CED" w:rsidRDefault="00566CED" w:rsidP="00292856">
            <w:pPr>
              <w:jc w:val="center"/>
              <w:rPr>
                <w:rFonts w:ascii="Trebuchet MS" w:hAnsi="Trebuchet MS"/>
                <w:sz w:val="22"/>
                <w:szCs w:val="22"/>
                <w:highlight w:val="yellow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5FB6" w14:textId="369D1974" w:rsidR="00566CED" w:rsidRDefault="00566CED" w:rsidP="00292856">
            <w:pPr>
              <w:rPr>
                <w:rFonts w:ascii="Trebuchet MS" w:hAnsi="Trebuchet MS"/>
                <w:sz w:val="22"/>
                <w:szCs w:val="22"/>
                <w:highlight w:val="yellow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Sutartinių prievolių laidavimo draudimo liudijimas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994B" w14:textId="4C1272E9" w:rsidR="00566CED" w:rsidRDefault="00566CED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935B" w14:textId="3772D998" w:rsidR="00566CED" w:rsidRPr="00FD3DF7" w:rsidRDefault="00566CED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12_Sutartinių prievolių laidavimo draudimo liudijimas</w:t>
            </w:r>
          </w:p>
        </w:tc>
      </w:tr>
      <w:tr w:rsidR="00AA7B10" w:rsidRPr="00292856" w14:paraId="55C6F189" w14:textId="77777777" w:rsidTr="00C53791">
        <w:trPr>
          <w:trHeight w:val="2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B893" w14:textId="6902BD84" w:rsidR="00AA7B10" w:rsidRPr="00566CED" w:rsidRDefault="00AA7B10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</w:t>
            </w:r>
            <w:r w:rsidR="00566CED" w:rsidRPr="00566CED">
              <w:rPr>
                <w:rFonts w:ascii="Trebuchet MS" w:hAnsi="Trebuchet MS"/>
                <w:sz w:val="22"/>
                <w:szCs w:val="22"/>
              </w:rPr>
              <w:t>2</w:t>
            </w:r>
            <w:r w:rsidRPr="00566CED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C202" w14:textId="5CFFE893" w:rsidR="00AA7B10" w:rsidRPr="00566CED" w:rsidRDefault="00AA7B10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Įmoką įrodantis dokumentas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A211" w14:textId="0DD1C2FD" w:rsidR="00AA7B10" w:rsidRPr="00566CED" w:rsidRDefault="00566CED" w:rsidP="00292856">
            <w:pPr>
              <w:pStyle w:val="Header"/>
              <w:tabs>
                <w:tab w:val="left" w:pos="1296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29C3" w14:textId="0546F280" w:rsidR="00AA7B10" w:rsidRPr="00FD3DF7" w:rsidRDefault="00566CED" w:rsidP="00292856">
            <w:pPr>
              <w:rPr>
                <w:rFonts w:ascii="Trebuchet MS" w:hAnsi="Trebuchet MS"/>
                <w:sz w:val="22"/>
                <w:szCs w:val="22"/>
              </w:rPr>
            </w:pPr>
            <w:r w:rsidRPr="00566CED">
              <w:rPr>
                <w:rFonts w:ascii="Trebuchet MS" w:hAnsi="Trebuchet MS"/>
                <w:sz w:val="22"/>
                <w:szCs w:val="22"/>
              </w:rPr>
              <w:t>13_Įmoką įrodantis dokumentas</w:t>
            </w:r>
          </w:p>
        </w:tc>
      </w:tr>
    </w:tbl>
    <w:p w14:paraId="1D0F9659" w14:textId="77777777" w:rsidR="00084CE8" w:rsidRPr="00292856" w:rsidRDefault="00084CE8" w:rsidP="00292856">
      <w:pPr>
        <w:widowControl w:val="0"/>
        <w:tabs>
          <w:tab w:val="left" w:pos="567"/>
          <w:tab w:val="left" w:pos="993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6B01B118" w14:textId="77777777" w:rsidR="006C110B" w:rsidRPr="00292856" w:rsidRDefault="006C110B" w:rsidP="00292856">
      <w:pPr>
        <w:widowControl w:val="0"/>
        <w:tabs>
          <w:tab w:val="left" w:pos="567"/>
          <w:tab w:val="left" w:pos="993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013FE18C" w14:textId="18488D21" w:rsidR="00474A1A" w:rsidRPr="00292856" w:rsidRDefault="00474A1A" w:rsidP="0029285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ind w:firstLine="567"/>
        <w:jc w:val="both"/>
        <w:rPr>
          <w:rFonts w:ascii="Trebuchet MS" w:eastAsia="Arial Unicode MS" w:hAnsi="Trebuchet MS"/>
          <w:sz w:val="22"/>
          <w:szCs w:val="22"/>
          <w:bdr w:val="nil"/>
        </w:rPr>
      </w:pPr>
      <w:r w:rsidRPr="00292856">
        <w:rPr>
          <w:rFonts w:ascii="Trebuchet MS" w:eastAsia="Arial Unicode MS" w:hAnsi="Trebuchet MS"/>
          <w:sz w:val="22"/>
          <w:szCs w:val="22"/>
          <w:bdr w:val="nil"/>
        </w:rPr>
        <w:t>Pasiūlymas galioja iki termino, nustatyto pirkimo dokumentuose</w:t>
      </w:r>
      <w:r w:rsidR="000F171B" w:rsidRPr="00292856">
        <w:rPr>
          <w:rFonts w:ascii="Trebuchet MS" w:eastAsia="Arial Unicode MS" w:hAnsi="Trebuchet MS"/>
          <w:sz w:val="22"/>
          <w:szCs w:val="22"/>
          <w:bdr w:val="nil"/>
        </w:rPr>
        <w:t>.</w:t>
      </w:r>
    </w:p>
    <w:p w14:paraId="2B8BFD9F" w14:textId="348D9388" w:rsidR="00513C45" w:rsidRPr="00292856" w:rsidRDefault="00513C45" w:rsidP="00292856">
      <w:pPr>
        <w:widowControl w:val="0"/>
        <w:tabs>
          <w:tab w:val="left" w:pos="567"/>
          <w:tab w:val="left" w:pos="993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366188EC" w14:textId="66676CC8" w:rsidR="00513C45" w:rsidRPr="00292856" w:rsidRDefault="00513C45" w:rsidP="00292856">
      <w:pPr>
        <w:widowControl w:val="0"/>
        <w:tabs>
          <w:tab w:val="left" w:pos="567"/>
          <w:tab w:val="left" w:pos="993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p w14:paraId="28C52C3E" w14:textId="77777777" w:rsidR="00C53791" w:rsidRPr="00292856" w:rsidRDefault="00C53791" w:rsidP="00292856">
      <w:pPr>
        <w:widowControl w:val="0"/>
        <w:tabs>
          <w:tab w:val="left" w:pos="567"/>
          <w:tab w:val="left" w:pos="993"/>
        </w:tabs>
        <w:ind w:firstLine="567"/>
        <w:jc w:val="both"/>
        <w:rPr>
          <w:rFonts w:ascii="Trebuchet MS" w:hAnsi="Trebuchet MS"/>
          <w:sz w:val="22"/>
          <w:szCs w:val="22"/>
        </w:rPr>
      </w:pPr>
    </w:p>
    <w:tbl>
      <w:tblPr>
        <w:tblW w:w="9828" w:type="dxa"/>
        <w:jc w:val="center"/>
        <w:tblLayout w:type="fixed"/>
        <w:tblLook w:val="04A0" w:firstRow="1" w:lastRow="0" w:firstColumn="1" w:lastColumn="0" w:noHBand="0" w:noVBand="1"/>
      </w:tblPr>
      <w:tblGrid>
        <w:gridCol w:w="3570"/>
        <w:gridCol w:w="657"/>
        <w:gridCol w:w="2153"/>
        <w:gridCol w:w="762"/>
        <w:gridCol w:w="2686"/>
      </w:tblGrid>
      <w:tr w:rsidR="002351A9" w:rsidRPr="00292856" w14:paraId="533A1EEC" w14:textId="77777777" w:rsidTr="002351A9">
        <w:trPr>
          <w:trHeight w:val="186"/>
          <w:jc w:val="center"/>
        </w:trPr>
        <w:tc>
          <w:tcPr>
            <w:tcW w:w="3284" w:type="dxa"/>
            <w:tcBorders>
              <w:bottom w:val="single" w:sz="4" w:space="0" w:color="auto"/>
            </w:tcBorders>
          </w:tcPr>
          <w:p w14:paraId="0903A6C0" w14:textId="0E25C5F7" w:rsidR="002351A9" w:rsidRPr="00EF287F" w:rsidRDefault="00D219B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F287F">
              <w:rPr>
                <w:rFonts w:ascii="Trebuchet MS" w:hAnsi="Trebuchet MS"/>
                <w:sz w:val="22"/>
                <w:szCs w:val="22"/>
              </w:rPr>
              <w:t>Kokybės vadovė</w:t>
            </w:r>
          </w:p>
        </w:tc>
        <w:tc>
          <w:tcPr>
            <w:tcW w:w="604" w:type="dxa"/>
          </w:tcPr>
          <w:p w14:paraId="6C20D22A" w14:textId="77777777" w:rsidR="002351A9" w:rsidRPr="00EF287F" w:rsidRDefault="002351A9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22B7ADC" w14:textId="77777777" w:rsidR="002351A9" w:rsidRPr="00EF287F" w:rsidRDefault="002351A9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701" w:type="dxa"/>
          </w:tcPr>
          <w:p w14:paraId="19152F74" w14:textId="77777777" w:rsidR="002351A9" w:rsidRPr="00EF287F" w:rsidRDefault="002351A9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5CCA2D56" w14:textId="123498DB" w:rsidR="002351A9" w:rsidRPr="00292856" w:rsidRDefault="00D219B7" w:rsidP="00292856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F287F">
              <w:rPr>
                <w:rFonts w:ascii="Trebuchet MS" w:hAnsi="Trebuchet MS"/>
                <w:sz w:val="22"/>
                <w:szCs w:val="22"/>
              </w:rPr>
              <w:t>Dalia Riaubienė</w:t>
            </w:r>
          </w:p>
        </w:tc>
      </w:tr>
      <w:tr w:rsidR="00BD46E1" w:rsidRPr="00A523E0" w14:paraId="12F3488D" w14:textId="77777777" w:rsidTr="002351A9">
        <w:trPr>
          <w:trHeight w:val="186"/>
          <w:jc w:val="center"/>
        </w:trPr>
        <w:tc>
          <w:tcPr>
            <w:tcW w:w="3284" w:type="dxa"/>
            <w:tcBorders>
              <w:top w:val="single" w:sz="4" w:space="0" w:color="auto"/>
            </w:tcBorders>
          </w:tcPr>
          <w:p w14:paraId="2890EFC9" w14:textId="77777777" w:rsidR="00BD46E1" w:rsidRPr="00A523E0" w:rsidRDefault="00BD46E1" w:rsidP="0029285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523E0">
              <w:rPr>
                <w:rFonts w:ascii="Trebuchet MS" w:hAnsi="Trebuchet MS"/>
                <w:sz w:val="18"/>
                <w:szCs w:val="18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5B4BC317" w14:textId="77777777" w:rsidR="00BD46E1" w:rsidRPr="00A523E0" w:rsidRDefault="00BD46E1" w:rsidP="0029285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048837BB" w14:textId="02AE3172" w:rsidR="00BD46E1" w:rsidRPr="00A523E0" w:rsidRDefault="00BD46E1" w:rsidP="0029285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523E0">
              <w:rPr>
                <w:rFonts w:ascii="Trebuchet MS" w:hAnsi="Trebuchet MS"/>
                <w:sz w:val="18"/>
                <w:szCs w:val="18"/>
              </w:rPr>
              <w:t>(Parašas)</w:t>
            </w:r>
          </w:p>
        </w:tc>
        <w:tc>
          <w:tcPr>
            <w:tcW w:w="701" w:type="dxa"/>
          </w:tcPr>
          <w:p w14:paraId="78CEA366" w14:textId="77777777" w:rsidR="00BD46E1" w:rsidRPr="00A523E0" w:rsidRDefault="00BD46E1" w:rsidP="0029285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</w:tcBorders>
          </w:tcPr>
          <w:p w14:paraId="610B8B7E" w14:textId="21A57FE8" w:rsidR="00BD46E1" w:rsidRPr="00A523E0" w:rsidRDefault="00BD46E1" w:rsidP="0029285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523E0">
              <w:rPr>
                <w:rFonts w:ascii="Trebuchet MS" w:hAnsi="Trebuchet MS"/>
                <w:sz w:val="18"/>
                <w:szCs w:val="18"/>
              </w:rPr>
              <w:t>(Vardas ir pavardė)</w:t>
            </w:r>
          </w:p>
        </w:tc>
      </w:tr>
    </w:tbl>
    <w:p w14:paraId="3138B80C" w14:textId="77777777" w:rsidR="00BD46E1" w:rsidRPr="00292856" w:rsidRDefault="00BD46E1" w:rsidP="00292856">
      <w:pPr>
        <w:rPr>
          <w:rFonts w:ascii="Trebuchet MS" w:hAnsi="Trebuchet MS"/>
          <w:sz w:val="22"/>
          <w:szCs w:val="22"/>
        </w:rPr>
      </w:pPr>
    </w:p>
    <w:sectPr w:rsidR="00BD46E1" w:rsidRPr="00292856" w:rsidSect="00456D8D">
      <w:headerReference w:type="default" r:id="rId8"/>
      <w:footerReference w:type="default" r:id="rId9"/>
      <w:pgSz w:w="11900" w:h="16840" w:code="9"/>
      <w:pgMar w:top="2410" w:right="567" w:bottom="1792" w:left="1701" w:header="567" w:footer="187" w:gutter="0"/>
      <w:cols w:space="1296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3C1FC" w14:textId="77777777" w:rsidR="008D50AB" w:rsidRDefault="008D50AB">
      <w:r>
        <w:separator/>
      </w:r>
    </w:p>
  </w:endnote>
  <w:endnote w:type="continuationSeparator" w:id="0">
    <w:p w14:paraId="47CE41DB" w14:textId="77777777" w:rsidR="008D50AB" w:rsidRDefault="008D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CA9E5" w14:textId="77777777" w:rsidR="00796FA8" w:rsidRPr="004B05DB" w:rsidRDefault="00FC1291" w:rsidP="0084234E">
    <w:pPr>
      <w:rPr>
        <w:rFonts w:ascii="Trebuchet MS" w:hAnsi="Trebuchet MS"/>
      </w:rPr>
    </w:pPr>
    <w:r w:rsidRPr="004B05DB">
      <w:rPr>
        <w:noProof/>
        <w:lang w:eastAsia="lt-LT"/>
      </w:rPr>
      <w:drawing>
        <wp:anchor distT="0" distB="0" distL="114300" distR="114300" simplePos="0" relativeHeight="251658240" behindDoc="1" locked="0" layoutInCell="1" allowOverlap="1" wp14:anchorId="3701D0A1" wp14:editId="5BAD75B8">
          <wp:simplePos x="0" y="0"/>
          <wp:positionH relativeFrom="column">
            <wp:posOffset>-1116330</wp:posOffset>
          </wp:positionH>
          <wp:positionV relativeFrom="paragraph">
            <wp:posOffset>-2830195</wp:posOffset>
          </wp:positionV>
          <wp:extent cx="7931785" cy="2967355"/>
          <wp:effectExtent l="0" t="0" r="0" b="4445"/>
          <wp:wrapNone/>
          <wp:docPr id="3738" name="Picture 3735" descr="Description: Tiltas_Grey_optim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35" descr="Description: Tiltas_Grey_optim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91"/>
                  <a:stretch>
                    <a:fillRect/>
                  </a:stretch>
                </pic:blipFill>
                <pic:spPr bwMode="auto">
                  <a:xfrm>
                    <a:off x="0" y="0"/>
                    <a:ext cx="7931785" cy="296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639" w:type="dxa"/>
      <w:tblLook w:val="01E0" w:firstRow="1" w:lastRow="1" w:firstColumn="1" w:lastColumn="1" w:noHBand="0" w:noVBand="0"/>
    </w:tblPr>
    <w:tblGrid>
      <w:gridCol w:w="3397"/>
      <w:gridCol w:w="3121"/>
      <w:gridCol w:w="3121"/>
    </w:tblGrid>
    <w:tr w:rsidR="000F162E" w:rsidRPr="004B05DB" w14:paraId="5F3F2EB3" w14:textId="77777777" w:rsidTr="000F162E">
      <w:tc>
        <w:tcPr>
          <w:tcW w:w="1762" w:type="pct"/>
          <w:shd w:val="clear" w:color="auto" w:fill="auto"/>
        </w:tcPr>
        <w:p w14:paraId="5AEE6A57" w14:textId="77777777" w:rsidR="00C0083B" w:rsidRPr="004B05DB" w:rsidRDefault="000F162E" w:rsidP="00A662CD">
          <w:pPr>
            <w:pStyle w:val="NormalWeb"/>
            <w:spacing w:before="0" w:beforeAutospacing="0" w:after="0"/>
            <w:rPr>
              <w:rFonts w:ascii="Trebuchet MS" w:hAnsi="Trebuchet MS"/>
              <w:color w:val="96989A"/>
              <w:sz w:val="15"/>
              <w:szCs w:val="15"/>
            </w:rPr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 xml:space="preserve">Adresas: </w:t>
          </w:r>
        </w:p>
        <w:p w14:paraId="077275A2" w14:textId="77777777" w:rsidR="00C0083B" w:rsidRPr="004B05DB" w:rsidRDefault="00C0083B" w:rsidP="00A662CD">
          <w:pPr>
            <w:pStyle w:val="NormalWeb"/>
            <w:spacing w:before="0" w:beforeAutospacing="0" w:after="0"/>
            <w:rPr>
              <w:rFonts w:ascii="Trebuchet MS" w:hAnsi="Trebuchet MS"/>
              <w:color w:val="96989A"/>
              <w:sz w:val="15"/>
              <w:szCs w:val="15"/>
            </w:rPr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 xml:space="preserve">Gėlių g. 2, Avižienių k., Vilniaus raj. sav. </w:t>
          </w:r>
        </w:p>
        <w:p w14:paraId="4D17879D" w14:textId="77777777" w:rsidR="000F162E" w:rsidRPr="004B05DB" w:rsidRDefault="00C0083B" w:rsidP="00A662CD">
          <w:pPr>
            <w:pStyle w:val="NormalWeb"/>
            <w:spacing w:before="0" w:beforeAutospacing="0" w:after="0"/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LT-14184, Lietuva</w:t>
          </w:r>
          <w:r w:rsidR="000F162E" w:rsidRPr="004B05DB">
            <w:rPr>
              <w:rFonts w:ascii="Trebuchet MS" w:hAnsi="Trebuchet MS"/>
              <w:color w:val="96989A"/>
              <w:sz w:val="15"/>
              <w:szCs w:val="15"/>
            </w:rPr>
            <w:br/>
            <w:t>Įmonės kodas: 111768155</w:t>
          </w:r>
        </w:p>
        <w:p w14:paraId="1ABA81FB" w14:textId="77777777" w:rsidR="000F162E" w:rsidRPr="004B05DB" w:rsidRDefault="000F162E" w:rsidP="00A662CD">
          <w:pPr>
            <w:rPr>
              <w:rFonts w:ascii="Trebuchet MS" w:hAnsi="Trebuchet MS"/>
            </w:rPr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PVM mok. kodas: LT117681515</w:t>
          </w:r>
        </w:p>
      </w:tc>
      <w:tc>
        <w:tcPr>
          <w:tcW w:w="1619" w:type="pct"/>
          <w:shd w:val="clear" w:color="auto" w:fill="auto"/>
        </w:tcPr>
        <w:p w14:paraId="00193BE6" w14:textId="77777777" w:rsidR="000F162E" w:rsidRPr="004B05DB" w:rsidRDefault="000F162E" w:rsidP="00A662CD">
          <w:pPr>
            <w:pStyle w:val="NormalWeb"/>
            <w:spacing w:before="0" w:beforeAutospacing="0" w:after="0"/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Bankai:</w:t>
          </w:r>
          <w:r w:rsidRPr="004B05DB">
            <w:rPr>
              <w:rFonts w:ascii="Trebuchet MS" w:hAnsi="Trebuchet MS"/>
              <w:color w:val="96989A"/>
              <w:sz w:val="15"/>
              <w:szCs w:val="15"/>
            </w:rPr>
            <w:br/>
            <w:t>Nordea Bank Finland Plc Lietuvos skyrius</w:t>
          </w:r>
        </w:p>
        <w:p w14:paraId="631BA57E" w14:textId="77777777" w:rsidR="000F162E" w:rsidRPr="004B05DB" w:rsidRDefault="000F162E" w:rsidP="00A662CD">
          <w:pPr>
            <w:pStyle w:val="NormalWeb"/>
            <w:spacing w:before="0" w:beforeAutospacing="0" w:after="0"/>
            <w:rPr>
              <w:rFonts w:ascii="Trebuchet MS" w:hAnsi="Trebuchet MS"/>
              <w:color w:val="96989A"/>
              <w:sz w:val="15"/>
              <w:szCs w:val="15"/>
            </w:rPr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A/s: LT492140030002131892</w:t>
          </w:r>
        </w:p>
        <w:p w14:paraId="36A8C2CB" w14:textId="77777777" w:rsidR="000F162E" w:rsidRPr="004B05DB" w:rsidRDefault="000F162E" w:rsidP="00A662CD">
          <w:pPr>
            <w:pStyle w:val="NormalWeb"/>
            <w:spacing w:before="0" w:beforeAutospacing="0" w:after="0"/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AB Swedbank, 73000</w:t>
          </w:r>
        </w:p>
        <w:p w14:paraId="0345BC11" w14:textId="77777777" w:rsidR="000F162E" w:rsidRPr="004B05DB" w:rsidRDefault="000F162E" w:rsidP="00A662CD">
          <w:pPr>
            <w:pStyle w:val="NormalWeb"/>
            <w:spacing w:before="0" w:beforeAutospacing="0" w:after="0"/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A/s: LT577300010071982536</w:t>
          </w:r>
        </w:p>
      </w:tc>
      <w:tc>
        <w:tcPr>
          <w:tcW w:w="1619" w:type="pct"/>
          <w:shd w:val="clear" w:color="auto" w:fill="auto"/>
        </w:tcPr>
        <w:p w14:paraId="254C953F" w14:textId="77777777" w:rsidR="000F162E" w:rsidRPr="004B05DB" w:rsidRDefault="000F162E" w:rsidP="00A472BF">
          <w:pPr>
            <w:pStyle w:val="NormalWeb"/>
            <w:spacing w:before="0" w:beforeAutospacing="0" w:after="0"/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Darbo laikas:</w:t>
          </w:r>
        </w:p>
        <w:p w14:paraId="060646CB" w14:textId="77777777" w:rsidR="000F162E" w:rsidRPr="004B05DB" w:rsidRDefault="000F162E" w:rsidP="00A472BF">
          <w:pPr>
            <w:pStyle w:val="NormalWeb"/>
            <w:spacing w:before="0" w:beforeAutospacing="0" w:after="0"/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I-IV 8.00-17.00, V- 8.00-16.00</w:t>
          </w:r>
        </w:p>
        <w:p w14:paraId="39D68701" w14:textId="77777777" w:rsidR="000F162E" w:rsidRPr="004B05DB" w:rsidRDefault="000F162E" w:rsidP="00A472BF">
          <w:pPr>
            <w:pStyle w:val="NormalWeb"/>
            <w:spacing w:before="0" w:beforeAutospacing="0" w:after="0"/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 xml:space="preserve">El. paštas: </w:t>
          </w:r>
          <w:r w:rsidRPr="004B05DB">
            <w:rPr>
              <w:rFonts w:ascii="Trebuchet MS" w:hAnsi="Trebuchet MS"/>
              <w:color w:val="999999"/>
              <w:sz w:val="15"/>
              <w:szCs w:val="15"/>
            </w:rPr>
            <w:t>info@diamedica.lt</w:t>
          </w:r>
        </w:p>
        <w:p w14:paraId="7606001C" w14:textId="77777777" w:rsidR="000F162E" w:rsidRPr="004B05DB" w:rsidRDefault="000F162E" w:rsidP="00754781">
          <w:pPr>
            <w:rPr>
              <w:rFonts w:ascii="Trebuchet MS" w:hAnsi="Trebuchet MS"/>
            </w:rPr>
          </w:pPr>
          <w:r w:rsidRPr="004B05DB">
            <w:rPr>
              <w:rFonts w:ascii="Trebuchet MS" w:hAnsi="Trebuchet MS"/>
              <w:color w:val="96989A"/>
              <w:sz w:val="15"/>
              <w:szCs w:val="15"/>
            </w:rPr>
            <w:t>Tinklalapis: www</w:t>
          </w:r>
          <w:r w:rsidRPr="004B05DB">
            <w:rPr>
              <w:rFonts w:ascii="Trebuchet MS" w:hAnsi="Trebuchet MS"/>
              <w:color w:val="999999"/>
              <w:sz w:val="15"/>
              <w:szCs w:val="15"/>
            </w:rPr>
            <w:t>.diamedica.lt</w:t>
          </w:r>
        </w:p>
      </w:tc>
    </w:tr>
  </w:tbl>
  <w:p w14:paraId="15EF8509" w14:textId="77777777" w:rsidR="00796FA8" w:rsidRPr="004B05DB" w:rsidRDefault="00C0083B" w:rsidP="0084234E">
    <w:pPr>
      <w:widowControl w:val="0"/>
      <w:autoSpaceDE w:val="0"/>
      <w:autoSpaceDN w:val="0"/>
      <w:adjustRightInd w:val="0"/>
      <w:rPr>
        <w:rFonts w:ascii="Trebuchet MS" w:hAnsi="Trebuchet MS"/>
      </w:rPr>
    </w:pPr>
    <w:r w:rsidRPr="004B05DB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88A0DC1" wp14:editId="533E6CE5">
              <wp:simplePos x="0" y="0"/>
              <wp:positionH relativeFrom="page">
                <wp:posOffset>4445</wp:posOffset>
              </wp:positionH>
              <wp:positionV relativeFrom="page">
                <wp:posOffset>10429240</wp:posOffset>
              </wp:positionV>
              <wp:extent cx="7555230" cy="279400"/>
              <wp:effectExtent l="0" t="0" r="0" b="0"/>
              <wp:wrapNone/>
              <wp:docPr id="1" name="Rectangle 37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55230" cy="279400"/>
                      </a:xfrm>
                      <a:prstGeom prst="rect">
                        <a:avLst/>
                      </a:prstGeom>
                      <a:solidFill>
                        <a:srgbClr val="EF594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1C8198B" id="Rectangle 3731" o:spid="_x0000_s1026" style="position:absolute;margin-left:.35pt;margin-top:821.2pt;width:594.9pt;height:2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" fillcolor="#ef5941" stroked="f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A58FD" w14:textId="77777777" w:rsidR="008D50AB" w:rsidRDefault="008D50AB">
      <w:r>
        <w:separator/>
      </w:r>
    </w:p>
  </w:footnote>
  <w:footnote w:type="continuationSeparator" w:id="0">
    <w:p w14:paraId="1883B630" w14:textId="77777777" w:rsidR="008D50AB" w:rsidRDefault="008D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448AA" w14:textId="77777777" w:rsidR="00796FA8" w:rsidRDefault="00796FA8" w:rsidP="0084234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14:paraId="36E47887" w14:textId="77777777" w:rsidR="00796FA8" w:rsidRDefault="00FC1291" w:rsidP="0084234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  <w:lang w:eastAsia="lt-LT"/>
      </w:rPr>
      <w:drawing>
        <wp:anchor distT="0" distB="0" distL="114300" distR="114300" simplePos="0" relativeHeight="251659264" behindDoc="1" locked="0" layoutInCell="1" allowOverlap="1" wp14:anchorId="0E007667" wp14:editId="42CAF834">
          <wp:simplePos x="0" y="0"/>
          <wp:positionH relativeFrom="column">
            <wp:posOffset>0</wp:posOffset>
          </wp:positionH>
          <wp:positionV relativeFrom="paragraph">
            <wp:posOffset>75565</wp:posOffset>
          </wp:positionV>
          <wp:extent cx="1609725" cy="619125"/>
          <wp:effectExtent l="0" t="0" r="9525" b="9525"/>
          <wp:wrapNone/>
          <wp:docPr id="3740" name="Picture 3736" descr="Description: Diamedica logo614x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36" descr="Description: Diamedica logo614x2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5F0938E" w14:textId="77777777" w:rsidR="00F70390" w:rsidRDefault="00F70390" w:rsidP="0084234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14:paraId="2959977D" w14:textId="77777777" w:rsidR="00852FF2" w:rsidRDefault="00852FF2" w:rsidP="0084234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14:paraId="6D155546" w14:textId="77777777" w:rsidR="00852FF2" w:rsidRDefault="00852FF2" w:rsidP="0084234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14:paraId="6675477A" w14:textId="77777777" w:rsidR="00796FA8" w:rsidRPr="00361C0E" w:rsidRDefault="00C0083B" w:rsidP="0084234E">
    <w:pPr>
      <w:widowControl w:val="0"/>
      <w:autoSpaceDE w:val="0"/>
      <w:autoSpaceDN w:val="0"/>
      <w:adjustRightInd w:val="0"/>
      <w:spacing w:line="271" w:lineRule="exact"/>
      <w:jc w:val="right"/>
      <w:outlineLvl w:val="0"/>
      <w:rPr>
        <w:rFonts w:ascii="Trebuchet MS" w:hAnsi="Trebuchet MS"/>
        <w:color w:val="000000"/>
        <w:sz w:val="20"/>
        <w:szCs w:val="20"/>
      </w:rPr>
    </w:pPr>
    <w:r>
      <w:rPr>
        <w:noProof/>
        <w:lang w:eastAsia="lt-LT"/>
      </w:rPr>
      <mc:AlternateContent>
        <mc:Choice Requires="wps">
          <w:drawing>
            <wp:anchor distT="4294967294" distB="4294967294" distL="114300" distR="114300" simplePos="0" relativeHeight="251656192" behindDoc="1" locked="0" layoutInCell="0" allowOverlap="1" wp14:anchorId="7FA0B1DD" wp14:editId="52D4565B">
              <wp:simplePos x="0" y="0"/>
              <wp:positionH relativeFrom="page">
                <wp:align>center</wp:align>
              </wp:positionH>
              <wp:positionV relativeFrom="paragraph">
                <wp:posOffset>347979</wp:posOffset>
              </wp:positionV>
              <wp:extent cx="7884160" cy="0"/>
              <wp:effectExtent l="0" t="0" r="0" b="0"/>
              <wp:wrapNone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884160" cy="0"/>
                      </a:xfrm>
                      <a:custGeom>
                        <a:avLst/>
                        <a:gdLst>
                          <a:gd name="T0" fmla="*/ 0 w 10878"/>
                          <a:gd name="T1" fmla="*/ 10878 w 10878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10878">
                            <a:moveTo>
                              <a:pt x="0" y="0"/>
                            </a:moveTo>
                            <a:lnTo>
                              <a:pt x="10878" y="0"/>
                            </a:lnTo>
                          </a:path>
                        </a:pathLst>
                      </a:custGeom>
                      <a:noFill/>
                      <a:ln w="3175">
                        <a:solidFill>
                          <a:srgbClr val="A8AAA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7BF7E44" id="Freeform 2" o:spid="_x0000_s1026" style="position:absolute;margin-left:0;margin-top:27.4pt;width:620.8pt;height:0;z-index:-251660288;visibility:visible;mso-wrap-style:square;mso-width-percent:0;mso-height-percent:0;mso-wrap-distance-left:9pt;mso-wrap-distance-top:-6e-5mm;mso-wrap-distance-right:9pt;mso-wrap-distance-bottom:-6e-5mm;mso-position-horizontal:center;mso-position-horizontal-relative:page;mso-position-vertical:absolute;mso-position-vertical-relative:text;mso-width-percent:0;mso-height-percent:0;mso-width-relative:page;mso-height-relative:page;v-text-anchor:top" coordsize="108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" o:allowincell="f" path="m,l10878,e" filled="f" strokecolor="#a8aaad" strokeweight=".25pt">
              <v:path arrowok="t" o:connecttype="custom" o:connectlocs="0,0;7884160,0" o:connectangles="0,0"/>
              <w10:wrap anchorx="page"/>
            </v:shape>
          </w:pict>
        </mc:Fallback>
      </mc:AlternateContent>
    </w:r>
    <w:r w:rsidR="00796FA8" w:rsidRPr="00361C0E">
      <w:rPr>
        <w:rFonts w:ascii="Trebuchet MS" w:hAnsi="Trebuchet MS"/>
        <w:i/>
        <w:iCs/>
        <w:color w:val="96989A"/>
        <w:position w:val="-1"/>
      </w:rPr>
      <w:t>Jūsų</w:t>
    </w:r>
    <w:r w:rsidR="00796FA8" w:rsidRPr="00361C0E">
      <w:rPr>
        <w:rFonts w:ascii="Trebuchet MS" w:hAnsi="Trebuchet MS"/>
        <w:i/>
        <w:iCs/>
        <w:color w:val="96989A"/>
        <w:spacing w:val="-10"/>
        <w:position w:val="-1"/>
      </w:rPr>
      <w:t xml:space="preserve"> </w:t>
    </w:r>
    <w:r w:rsidR="00796FA8" w:rsidRPr="00361C0E">
      <w:rPr>
        <w:rFonts w:ascii="Trebuchet MS" w:hAnsi="Trebuchet MS"/>
        <w:i/>
        <w:iCs/>
        <w:color w:val="96989A"/>
        <w:position w:val="-1"/>
      </w:rPr>
      <w:t xml:space="preserve">tiltas į geresnę diagnostiką </w:t>
    </w:r>
  </w:p>
  <w:p w14:paraId="3C4406A3" w14:textId="77777777" w:rsidR="00796FA8" w:rsidRDefault="00796F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71D8"/>
    <w:multiLevelType w:val="hybridMultilevel"/>
    <w:tmpl w:val="69847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F4BBC"/>
    <w:multiLevelType w:val="hybridMultilevel"/>
    <w:tmpl w:val="73F86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23E"/>
    <w:multiLevelType w:val="hybridMultilevel"/>
    <w:tmpl w:val="543CF88C"/>
    <w:lvl w:ilvl="0" w:tplc="9EC45D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14137"/>
    <w:multiLevelType w:val="hybridMultilevel"/>
    <w:tmpl w:val="5998A1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E4134"/>
    <w:multiLevelType w:val="hybridMultilevel"/>
    <w:tmpl w:val="C71C212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BA337D"/>
    <w:multiLevelType w:val="hybridMultilevel"/>
    <w:tmpl w:val="DACA1B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13E2E"/>
    <w:multiLevelType w:val="hybridMultilevel"/>
    <w:tmpl w:val="64163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9538E"/>
    <w:multiLevelType w:val="hybridMultilevel"/>
    <w:tmpl w:val="D302785A"/>
    <w:lvl w:ilvl="0" w:tplc="25FCA1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9A43A7F"/>
    <w:multiLevelType w:val="hybridMultilevel"/>
    <w:tmpl w:val="0DA83C16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43D68"/>
    <w:multiLevelType w:val="hybridMultilevel"/>
    <w:tmpl w:val="A44C7D14"/>
    <w:lvl w:ilvl="0" w:tplc="3CE80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1B63E1"/>
    <w:multiLevelType w:val="hybridMultilevel"/>
    <w:tmpl w:val="00448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7E3124"/>
    <w:multiLevelType w:val="hybridMultilevel"/>
    <w:tmpl w:val="BE6A5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A1AA3"/>
    <w:multiLevelType w:val="hybridMultilevel"/>
    <w:tmpl w:val="0DCA4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48442ED"/>
    <w:multiLevelType w:val="hybridMultilevel"/>
    <w:tmpl w:val="666EECCA"/>
    <w:lvl w:ilvl="0" w:tplc="9AB48F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64003"/>
    <w:multiLevelType w:val="hybridMultilevel"/>
    <w:tmpl w:val="E7A07D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05A6C"/>
    <w:multiLevelType w:val="hybridMultilevel"/>
    <w:tmpl w:val="6A549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C2E16"/>
    <w:multiLevelType w:val="hybridMultilevel"/>
    <w:tmpl w:val="97C62B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11726"/>
    <w:multiLevelType w:val="hybridMultilevel"/>
    <w:tmpl w:val="5F162E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4CB2"/>
    <w:multiLevelType w:val="hybridMultilevel"/>
    <w:tmpl w:val="140EA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42C73"/>
    <w:multiLevelType w:val="hybridMultilevel"/>
    <w:tmpl w:val="AE0EF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D1F01"/>
    <w:multiLevelType w:val="hybridMultilevel"/>
    <w:tmpl w:val="A30452F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EB4BFE"/>
    <w:multiLevelType w:val="hybridMultilevel"/>
    <w:tmpl w:val="59BCD4C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44C560">
      <w:start w:val="1"/>
      <w:numFmt w:val="decimal"/>
      <w:lvlText w:val="%2."/>
      <w:lvlJc w:val="left"/>
      <w:pPr>
        <w:ind w:left="1530" w:hanging="81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FF37BF"/>
    <w:multiLevelType w:val="hybridMultilevel"/>
    <w:tmpl w:val="B13E2B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D352B"/>
    <w:multiLevelType w:val="hybridMultilevel"/>
    <w:tmpl w:val="DD0232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97C4D"/>
    <w:multiLevelType w:val="hybridMultilevel"/>
    <w:tmpl w:val="F13E8B2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F20734"/>
    <w:multiLevelType w:val="hybridMultilevel"/>
    <w:tmpl w:val="01660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55DA3"/>
    <w:multiLevelType w:val="hybridMultilevel"/>
    <w:tmpl w:val="C1FA4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57B31"/>
    <w:multiLevelType w:val="hybridMultilevel"/>
    <w:tmpl w:val="BEF69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7"/>
  </w:num>
  <w:num w:numId="5">
    <w:abstractNumId w:val="22"/>
  </w:num>
  <w:num w:numId="6">
    <w:abstractNumId w:val="8"/>
  </w:num>
  <w:num w:numId="7">
    <w:abstractNumId w:val="4"/>
  </w:num>
  <w:num w:numId="8">
    <w:abstractNumId w:val="23"/>
  </w:num>
  <w:num w:numId="9">
    <w:abstractNumId w:val="9"/>
  </w:num>
  <w:num w:numId="10">
    <w:abstractNumId w:val="2"/>
  </w:num>
  <w:num w:numId="11">
    <w:abstractNumId w:val="17"/>
  </w:num>
  <w:num w:numId="12">
    <w:abstractNumId w:val="12"/>
  </w:num>
  <w:num w:numId="13">
    <w:abstractNumId w:val="28"/>
  </w:num>
  <w:num w:numId="14">
    <w:abstractNumId w:val="10"/>
  </w:num>
  <w:num w:numId="15">
    <w:abstractNumId w:val="29"/>
  </w:num>
  <w:num w:numId="16">
    <w:abstractNumId w:val="13"/>
  </w:num>
  <w:num w:numId="17">
    <w:abstractNumId w:val="21"/>
  </w:num>
  <w:num w:numId="18">
    <w:abstractNumId w:val="19"/>
  </w:num>
  <w:num w:numId="19">
    <w:abstractNumId w:val="5"/>
  </w:num>
  <w:num w:numId="20">
    <w:abstractNumId w:val="3"/>
  </w:num>
  <w:num w:numId="21">
    <w:abstractNumId w:val="25"/>
  </w:num>
  <w:num w:numId="22">
    <w:abstractNumId w:val="18"/>
  </w:num>
  <w:num w:numId="23">
    <w:abstractNumId w:val="15"/>
  </w:num>
  <w:num w:numId="24">
    <w:abstractNumId w:val="6"/>
  </w:num>
  <w:num w:numId="25">
    <w:abstractNumId w:val="16"/>
  </w:num>
  <w:num w:numId="26">
    <w:abstractNumId w:val="24"/>
  </w:num>
  <w:num w:numId="27">
    <w:abstractNumId w:val="20"/>
  </w:num>
  <w:num w:numId="28">
    <w:abstractNumId w:val="27"/>
  </w:num>
  <w:num w:numId="29">
    <w:abstractNumId w:val="1"/>
  </w:num>
  <w:num w:numId="30">
    <w:abstractNumId w:val="0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66"/>
    <w:rsid w:val="000044F7"/>
    <w:rsid w:val="0001009C"/>
    <w:rsid w:val="000139DC"/>
    <w:rsid w:val="00020123"/>
    <w:rsid w:val="00045AB4"/>
    <w:rsid w:val="000518FD"/>
    <w:rsid w:val="000522F9"/>
    <w:rsid w:val="00057995"/>
    <w:rsid w:val="000645BA"/>
    <w:rsid w:val="00067634"/>
    <w:rsid w:val="00083915"/>
    <w:rsid w:val="00084CE8"/>
    <w:rsid w:val="00093666"/>
    <w:rsid w:val="000A6FDD"/>
    <w:rsid w:val="000D48C2"/>
    <w:rsid w:val="000D736F"/>
    <w:rsid w:val="000E21D0"/>
    <w:rsid w:val="000E27D0"/>
    <w:rsid w:val="000E436E"/>
    <w:rsid w:val="000F162E"/>
    <w:rsid w:val="000F171B"/>
    <w:rsid w:val="000F72CB"/>
    <w:rsid w:val="000F7AC9"/>
    <w:rsid w:val="00101712"/>
    <w:rsid w:val="00102F58"/>
    <w:rsid w:val="00112272"/>
    <w:rsid w:val="00115EEB"/>
    <w:rsid w:val="00134A94"/>
    <w:rsid w:val="0014361D"/>
    <w:rsid w:val="00151E04"/>
    <w:rsid w:val="001726C7"/>
    <w:rsid w:val="001745F2"/>
    <w:rsid w:val="0019108B"/>
    <w:rsid w:val="001A4E25"/>
    <w:rsid w:val="001C0FEC"/>
    <w:rsid w:val="001C2501"/>
    <w:rsid w:val="001C5027"/>
    <w:rsid w:val="001D16D7"/>
    <w:rsid w:val="001D7A41"/>
    <w:rsid w:val="001E65B4"/>
    <w:rsid w:val="001F2D1E"/>
    <w:rsid w:val="001F3A3A"/>
    <w:rsid w:val="00200ABC"/>
    <w:rsid w:val="002035FA"/>
    <w:rsid w:val="00210628"/>
    <w:rsid w:val="00213990"/>
    <w:rsid w:val="00230441"/>
    <w:rsid w:val="002351A9"/>
    <w:rsid w:val="00241AF0"/>
    <w:rsid w:val="002455DB"/>
    <w:rsid w:val="00246687"/>
    <w:rsid w:val="00261FDE"/>
    <w:rsid w:val="00262E08"/>
    <w:rsid w:val="002641DB"/>
    <w:rsid w:val="00266B86"/>
    <w:rsid w:val="002727D5"/>
    <w:rsid w:val="00280DD6"/>
    <w:rsid w:val="00287EEA"/>
    <w:rsid w:val="00292856"/>
    <w:rsid w:val="002953CE"/>
    <w:rsid w:val="002960CD"/>
    <w:rsid w:val="0029617D"/>
    <w:rsid w:val="002A3A5E"/>
    <w:rsid w:val="002A6225"/>
    <w:rsid w:val="002A631E"/>
    <w:rsid w:val="002B0B3D"/>
    <w:rsid w:val="002B195C"/>
    <w:rsid w:val="002D0EF6"/>
    <w:rsid w:val="002D1BE1"/>
    <w:rsid w:val="002D420C"/>
    <w:rsid w:val="002D4C46"/>
    <w:rsid w:val="002D6D3D"/>
    <w:rsid w:val="002F448D"/>
    <w:rsid w:val="003021EB"/>
    <w:rsid w:val="00305FD2"/>
    <w:rsid w:val="003170C9"/>
    <w:rsid w:val="003363C4"/>
    <w:rsid w:val="00340D3D"/>
    <w:rsid w:val="003479F6"/>
    <w:rsid w:val="00354941"/>
    <w:rsid w:val="00360E4C"/>
    <w:rsid w:val="00361C0E"/>
    <w:rsid w:val="00390DE4"/>
    <w:rsid w:val="003A01C9"/>
    <w:rsid w:val="003A04F8"/>
    <w:rsid w:val="003A0DAE"/>
    <w:rsid w:val="003A3876"/>
    <w:rsid w:val="003B20D5"/>
    <w:rsid w:val="003B44E0"/>
    <w:rsid w:val="003B4EA1"/>
    <w:rsid w:val="003B5CE6"/>
    <w:rsid w:val="003C3E2E"/>
    <w:rsid w:val="003C506B"/>
    <w:rsid w:val="003C61DA"/>
    <w:rsid w:val="003D24B2"/>
    <w:rsid w:val="003D38A2"/>
    <w:rsid w:val="003D3FF8"/>
    <w:rsid w:val="003D4888"/>
    <w:rsid w:val="003D7138"/>
    <w:rsid w:val="003E1441"/>
    <w:rsid w:val="003F1ECB"/>
    <w:rsid w:val="004013A2"/>
    <w:rsid w:val="00402D86"/>
    <w:rsid w:val="00412D0F"/>
    <w:rsid w:val="00417131"/>
    <w:rsid w:val="0042111F"/>
    <w:rsid w:val="00425AAD"/>
    <w:rsid w:val="004279C4"/>
    <w:rsid w:val="00453608"/>
    <w:rsid w:val="00456D8D"/>
    <w:rsid w:val="00474A1A"/>
    <w:rsid w:val="00476E0F"/>
    <w:rsid w:val="0049049D"/>
    <w:rsid w:val="004A63A1"/>
    <w:rsid w:val="004B05DB"/>
    <w:rsid w:val="004B1828"/>
    <w:rsid w:val="004C1A08"/>
    <w:rsid w:val="004C628B"/>
    <w:rsid w:val="004E14EA"/>
    <w:rsid w:val="004F12C0"/>
    <w:rsid w:val="00513C45"/>
    <w:rsid w:val="00532448"/>
    <w:rsid w:val="00561CE9"/>
    <w:rsid w:val="00564F26"/>
    <w:rsid w:val="00566CED"/>
    <w:rsid w:val="00573494"/>
    <w:rsid w:val="005736C9"/>
    <w:rsid w:val="005854AE"/>
    <w:rsid w:val="00596A84"/>
    <w:rsid w:val="005A5A9D"/>
    <w:rsid w:val="005B74F2"/>
    <w:rsid w:val="005D377F"/>
    <w:rsid w:val="005D593F"/>
    <w:rsid w:val="005E5D74"/>
    <w:rsid w:val="005E6833"/>
    <w:rsid w:val="005F1D82"/>
    <w:rsid w:val="005F20C1"/>
    <w:rsid w:val="005F4DEA"/>
    <w:rsid w:val="006042D1"/>
    <w:rsid w:val="00615B2D"/>
    <w:rsid w:val="006160A8"/>
    <w:rsid w:val="00620C47"/>
    <w:rsid w:val="00621E57"/>
    <w:rsid w:val="00630AB4"/>
    <w:rsid w:val="0063142D"/>
    <w:rsid w:val="006347E8"/>
    <w:rsid w:val="00635D89"/>
    <w:rsid w:val="00637470"/>
    <w:rsid w:val="00645554"/>
    <w:rsid w:val="00647A23"/>
    <w:rsid w:val="0066400F"/>
    <w:rsid w:val="00667C61"/>
    <w:rsid w:val="00683907"/>
    <w:rsid w:val="00694B0D"/>
    <w:rsid w:val="006A137E"/>
    <w:rsid w:val="006A5413"/>
    <w:rsid w:val="006A5AC5"/>
    <w:rsid w:val="006C110B"/>
    <w:rsid w:val="006C4B72"/>
    <w:rsid w:val="006C75E8"/>
    <w:rsid w:val="006D0AB7"/>
    <w:rsid w:val="006D2735"/>
    <w:rsid w:val="006D5A3E"/>
    <w:rsid w:val="006E1769"/>
    <w:rsid w:val="006F389F"/>
    <w:rsid w:val="006F4BA0"/>
    <w:rsid w:val="00730370"/>
    <w:rsid w:val="007545E6"/>
    <w:rsid w:val="00754781"/>
    <w:rsid w:val="0075761D"/>
    <w:rsid w:val="007704BE"/>
    <w:rsid w:val="007914A1"/>
    <w:rsid w:val="007950FF"/>
    <w:rsid w:val="00796FA8"/>
    <w:rsid w:val="007A56CE"/>
    <w:rsid w:val="007C268F"/>
    <w:rsid w:val="007C45A1"/>
    <w:rsid w:val="007C4AA9"/>
    <w:rsid w:val="007C6D43"/>
    <w:rsid w:val="007D67FF"/>
    <w:rsid w:val="007E37B5"/>
    <w:rsid w:val="007E5F8B"/>
    <w:rsid w:val="007F16E8"/>
    <w:rsid w:val="007F2C88"/>
    <w:rsid w:val="00800BF3"/>
    <w:rsid w:val="00803AF0"/>
    <w:rsid w:val="0081175B"/>
    <w:rsid w:val="00815032"/>
    <w:rsid w:val="008172A7"/>
    <w:rsid w:val="0082234B"/>
    <w:rsid w:val="008379A4"/>
    <w:rsid w:val="0084234E"/>
    <w:rsid w:val="00852FF2"/>
    <w:rsid w:val="00853822"/>
    <w:rsid w:val="00854072"/>
    <w:rsid w:val="00861905"/>
    <w:rsid w:val="00861EEE"/>
    <w:rsid w:val="00867C15"/>
    <w:rsid w:val="008A722B"/>
    <w:rsid w:val="008B38CB"/>
    <w:rsid w:val="008B6045"/>
    <w:rsid w:val="008C030E"/>
    <w:rsid w:val="008C2252"/>
    <w:rsid w:val="008C6BF8"/>
    <w:rsid w:val="008D50AB"/>
    <w:rsid w:val="008F15A1"/>
    <w:rsid w:val="009112CF"/>
    <w:rsid w:val="00913A96"/>
    <w:rsid w:val="00913F2D"/>
    <w:rsid w:val="00914C47"/>
    <w:rsid w:val="00924E24"/>
    <w:rsid w:val="0095335B"/>
    <w:rsid w:val="00963EA1"/>
    <w:rsid w:val="00963FA9"/>
    <w:rsid w:val="009678BB"/>
    <w:rsid w:val="0097699A"/>
    <w:rsid w:val="009A17B0"/>
    <w:rsid w:val="009A7A65"/>
    <w:rsid w:val="009B415F"/>
    <w:rsid w:val="009B7E70"/>
    <w:rsid w:val="009C1061"/>
    <w:rsid w:val="009D1484"/>
    <w:rsid w:val="009D68CC"/>
    <w:rsid w:val="009F3EE8"/>
    <w:rsid w:val="009F4D08"/>
    <w:rsid w:val="00A236D0"/>
    <w:rsid w:val="00A27F1E"/>
    <w:rsid w:val="00A349AA"/>
    <w:rsid w:val="00A35374"/>
    <w:rsid w:val="00A379B0"/>
    <w:rsid w:val="00A43597"/>
    <w:rsid w:val="00A472BF"/>
    <w:rsid w:val="00A47817"/>
    <w:rsid w:val="00A523E0"/>
    <w:rsid w:val="00A83520"/>
    <w:rsid w:val="00AA1FF6"/>
    <w:rsid w:val="00AA5184"/>
    <w:rsid w:val="00AA6A9C"/>
    <w:rsid w:val="00AA7B10"/>
    <w:rsid w:val="00AB2A99"/>
    <w:rsid w:val="00AB43B6"/>
    <w:rsid w:val="00AC6734"/>
    <w:rsid w:val="00AD06E6"/>
    <w:rsid w:val="00AD7027"/>
    <w:rsid w:val="00AE1123"/>
    <w:rsid w:val="00AE5681"/>
    <w:rsid w:val="00B1310E"/>
    <w:rsid w:val="00B17710"/>
    <w:rsid w:val="00B22DB7"/>
    <w:rsid w:val="00B36851"/>
    <w:rsid w:val="00B4479A"/>
    <w:rsid w:val="00B4660E"/>
    <w:rsid w:val="00B5271A"/>
    <w:rsid w:val="00B61AF8"/>
    <w:rsid w:val="00B740EE"/>
    <w:rsid w:val="00B77E74"/>
    <w:rsid w:val="00B8036E"/>
    <w:rsid w:val="00B820F4"/>
    <w:rsid w:val="00B82EB8"/>
    <w:rsid w:val="00B84150"/>
    <w:rsid w:val="00BA2397"/>
    <w:rsid w:val="00BA52CB"/>
    <w:rsid w:val="00BB08F0"/>
    <w:rsid w:val="00BB3E8C"/>
    <w:rsid w:val="00BC1BB4"/>
    <w:rsid w:val="00BC6435"/>
    <w:rsid w:val="00BD4402"/>
    <w:rsid w:val="00BD46E1"/>
    <w:rsid w:val="00BD668B"/>
    <w:rsid w:val="00BF11C9"/>
    <w:rsid w:val="00C0083B"/>
    <w:rsid w:val="00C031D7"/>
    <w:rsid w:val="00C31264"/>
    <w:rsid w:val="00C34D1E"/>
    <w:rsid w:val="00C41892"/>
    <w:rsid w:val="00C429FE"/>
    <w:rsid w:val="00C50B47"/>
    <w:rsid w:val="00C53791"/>
    <w:rsid w:val="00C5420B"/>
    <w:rsid w:val="00C62C81"/>
    <w:rsid w:val="00C634CA"/>
    <w:rsid w:val="00C65A8F"/>
    <w:rsid w:val="00C721DF"/>
    <w:rsid w:val="00C73F56"/>
    <w:rsid w:val="00C74438"/>
    <w:rsid w:val="00C748D0"/>
    <w:rsid w:val="00C76528"/>
    <w:rsid w:val="00C87594"/>
    <w:rsid w:val="00CA193C"/>
    <w:rsid w:val="00CA7057"/>
    <w:rsid w:val="00CB3A02"/>
    <w:rsid w:val="00CB5018"/>
    <w:rsid w:val="00CC7B72"/>
    <w:rsid w:val="00CD0379"/>
    <w:rsid w:val="00CD0A42"/>
    <w:rsid w:val="00CD3B1C"/>
    <w:rsid w:val="00CE0BE2"/>
    <w:rsid w:val="00CF23D9"/>
    <w:rsid w:val="00CF6F48"/>
    <w:rsid w:val="00D01C41"/>
    <w:rsid w:val="00D05EC2"/>
    <w:rsid w:val="00D06E60"/>
    <w:rsid w:val="00D219B7"/>
    <w:rsid w:val="00D2410A"/>
    <w:rsid w:val="00D328AB"/>
    <w:rsid w:val="00D34F36"/>
    <w:rsid w:val="00D50422"/>
    <w:rsid w:val="00D66A18"/>
    <w:rsid w:val="00D73C70"/>
    <w:rsid w:val="00D9767F"/>
    <w:rsid w:val="00DA377C"/>
    <w:rsid w:val="00DB03FA"/>
    <w:rsid w:val="00DB0528"/>
    <w:rsid w:val="00DB07B4"/>
    <w:rsid w:val="00DB0A49"/>
    <w:rsid w:val="00DB1201"/>
    <w:rsid w:val="00DC7251"/>
    <w:rsid w:val="00DD3580"/>
    <w:rsid w:val="00DE6CCC"/>
    <w:rsid w:val="00DE7215"/>
    <w:rsid w:val="00E00B5A"/>
    <w:rsid w:val="00E0112F"/>
    <w:rsid w:val="00E253C5"/>
    <w:rsid w:val="00E26DD4"/>
    <w:rsid w:val="00E31F54"/>
    <w:rsid w:val="00E36F7F"/>
    <w:rsid w:val="00E424CD"/>
    <w:rsid w:val="00E42EC5"/>
    <w:rsid w:val="00E45498"/>
    <w:rsid w:val="00E51A30"/>
    <w:rsid w:val="00E53C57"/>
    <w:rsid w:val="00E54A15"/>
    <w:rsid w:val="00E54CDF"/>
    <w:rsid w:val="00E8682E"/>
    <w:rsid w:val="00E87809"/>
    <w:rsid w:val="00E919B0"/>
    <w:rsid w:val="00E955B9"/>
    <w:rsid w:val="00EA0CE0"/>
    <w:rsid w:val="00EA2403"/>
    <w:rsid w:val="00EA285A"/>
    <w:rsid w:val="00EB07DD"/>
    <w:rsid w:val="00EB195E"/>
    <w:rsid w:val="00EC35E0"/>
    <w:rsid w:val="00ED228E"/>
    <w:rsid w:val="00ED451C"/>
    <w:rsid w:val="00EE69B1"/>
    <w:rsid w:val="00EF287F"/>
    <w:rsid w:val="00EF798B"/>
    <w:rsid w:val="00F05F01"/>
    <w:rsid w:val="00F070BB"/>
    <w:rsid w:val="00F1301F"/>
    <w:rsid w:val="00F14A11"/>
    <w:rsid w:val="00F2158A"/>
    <w:rsid w:val="00F22B08"/>
    <w:rsid w:val="00F23D49"/>
    <w:rsid w:val="00F23FC0"/>
    <w:rsid w:val="00F26940"/>
    <w:rsid w:val="00F3140F"/>
    <w:rsid w:val="00F42308"/>
    <w:rsid w:val="00F438F4"/>
    <w:rsid w:val="00F4507C"/>
    <w:rsid w:val="00F45DF2"/>
    <w:rsid w:val="00F47660"/>
    <w:rsid w:val="00F4784D"/>
    <w:rsid w:val="00F57F56"/>
    <w:rsid w:val="00F57FB8"/>
    <w:rsid w:val="00F70390"/>
    <w:rsid w:val="00F76EEA"/>
    <w:rsid w:val="00F84140"/>
    <w:rsid w:val="00F853AB"/>
    <w:rsid w:val="00F86196"/>
    <w:rsid w:val="00F8687D"/>
    <w:rsid w:val="00F86C43"/>
    <w:rsid w:val="00F90F47"/>
    <w:rsid w:val="00F9569A"/>
    <w:rsid w:val="00FB2FA7"/>
    <w:rsid w:val="00FC1291"/>
    <w:rsid w:val="00FD3DF7"/>
    <w:rsid w:val="00FE67A2"/>
    <w:rsid w:val="00FF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62AECE"/>
  <w15:docId w15:val="{CB2C256B-34B6-433F-9659-5296D74D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666"/>
    <w:rPr>
      <w:sz w:val="24"/>
      <w:szCs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 Diagrama, Diagrama2,Diagrama2"/>
    <w:basedOn w:val="Normal"/>
    <w:link w:val="HeaderChar"/>
    <w:rsid w:val="0084234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84234E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842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E87809"/>
    <w:pPr>
      <w:spacing w:before="100" w:beforeAutospacing="1" w:after="119"/>
    </w:pPr>
  </w:style>
  <w:style w:type="character" w:styleId="Hyperlink">
    <w:name w:val="Hyperlink"/>
    <w:uiPriority w:val="99"/>
    <w:rsid w:val="00E87809"/>
    <w:rPr>
      <w:color w:val="0000FF"/>
      <w:u w:val="single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093666"/>
    <w:rPr>
      <w:sz w:val="24"/>
      <w:szCs w:val="24"/>
      <w:lang w:val="lt-LT" w:eastAsia="lt-LT"/>
    </w:rPr>
  </w:style>
  <w:style w:type="paragraph" w:customStyle="1" w:styleId="Heading">
    <w:name w:val="Heading"/>
    <w:next w:val="Normal"/>
    <w:rsid w:val="00F9569A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61CE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61CE9"/>
    <w:rPr>
      <w:sz w:val="16"/>
      <w:szCs w:val="16"/>
      <w:lang w:val="lt-LT"/>
    </w:rPr>
  </w:style>
  <w:style w:type="paragraph" w:styleId="ListParagraph">
    <w:name w:val="List Paragraph"/>
    <w:basedOn w:val="Normal"/>
    <w:uiPriority w:val="34"/>
    <w:qFormat/>
    <w:rsid w:val="00561C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BodyText">
    <w:name w:val="Body Text"/>
    <w:basedOn w:val="Normal"/>
    <w:link w:val="BodyTextChar"/>
    <w:semiHidden/>
    <w:unhideWhenUsed/>
    <w:rsid w:val="0029285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92856"/>
    <w:rPr>
      <w:sz w:val="24"/>
      <w:szCs w:val="24"/>
      <w:lang w:val="lt-LT"/>
    </w:rPr>
  </w:style>
  <w:style w:type="paragraph" w:customStyle="1" w:styleId="BodyA">
    <w:name w:val="Body A"/>
    <w:rsid w:val="0029285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eastAsia="en-GB"/>
    </w:rPr>
  </w:style>
  <w:style w:type="paragraph" w:styleId="CommentText">
    <w:name w:val="annotation text"/>
    <w:basedOn w:val="Normal"/>
    <w:link w:val="CommentTextChar"/>
    <w:uiPriority w:val="99"/>
    <w:unhideWhenUsed/>
    <w:rsid w:val="0029285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2856"/>
    <w:rPr>
      <w:rFonts w:eastAsia="Arial Unicode MS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kursai@diamedic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rtotojas\Documents\Custom%20Office%20Templates\Diamedica_firminis_blankas_2018.05_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Diamedica_firminis_blankas_2018.05_LT</Template>
  <TotalTime>0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A</vt:lpstr>
      <vt:lpstr>A</vt:lpstr>
    </vt:vector>
  </TitlesOfParts>
  <Company>Microsoft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Vartotojas</dc:creator>
  <cp:lastModifiedBy>Vaida Juodrienė</cp:lastModifiedBy>
  <cp:revision>2</cp:revision>
  <cp:lastPrinted>2012-01-19T11:24:00Z</cp:lastPrinted>
  <dcterms:created xsi:type="dcterms:W3CDTF">2021-05-10T08:39:00Z</dcterms:created>
  <dcterms:modified xsi:type="dcterms:W3CDTF">2021-05-10T08:39:00Z</dcterms:modified>
</cp:coreProperties>
</file>